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5FF" w:rsidRPr="006A45FF" w:rsidRDefault="006A45FF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rPr>
          <w:rFonts w:ascii="Cambria" w:eastAsia="Times New Roman" w:hAnsi="Cambria" w:cs="B Zar" w:hint="cs"/>
          <w:b/>
          <w:bCs/>
          <w:sz w:val="16"/>
          <w:szCs w:val="16"/>
          <w:rtl/>
        </w:rPr>
      </w:pPr>
    </w:p>
    <w:p w:rsidR="006F3626" w:rsidRPr="00EE0430" w:rsidRDefault="00662081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rPr>
          <w:rFonts w:ascii="Cambria" w:eastAsia="Times New Roman" w:hAnsi="Cambria" w:cs="B Zar"/>
          <w:b/>
          <w:bCs/>
          <w:sz w:val="24"/>
          <w:szCs w:val="24"/>
          <w:rtl/>
        </w:rPr>
      </w:pP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عنوان همايش</w:t>
      </w:r>
      <w:r w:rsidR="00527C4E"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:</w:t>
      </w:r>
      <w:r w:rsidR="00D560D7">
        <w:rPr>
          <w:rFonts w:ascii="Cambria" w:eastAsia="Times New Roman" w:hAnsi="Cambria" w:cs="B Zar" w:hint="cs"/>
          <w:b/>
          <w:bCs/>
          <w:sz w:val="24"/>
          <w:szCs w:val="24"/>
          <w:rtl/>
        </w:rPr>
        <w:t>.....................................................................................................................</w:t>
      </w:r>
    </w:p>
    <w:p w:rsidR="009111AB" w:rsidRPr="006A45FF" w:rsidRDefault="009111AB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jc w:val="right"/>
        <w:rPr>
          <w:rFonts w:ascii="Cambria" w:eastAsia="Times New Roman" w:hAnsi="Cambria" w:cs="B Zar"/>
          <w:b/>
          <w:bCs/>
          <w:sz w:val="16"/>
          <w:szCs w:val="16"/>
        </w:rPr>
      </w:pPr>
    </w:p>
    <w:p w:rsidR="006F3626" w:rsidRDefault="006F3626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jc w:val="right"/>
        <w:rPr>
          <w:rFonts w:ascii="Cambria" w:eastAsia="Times New Roman" w:hAnsi="Cambria" w:cs="B Zar"/>
          <w:b/>
          <w:bCs/>
          <w:szCs w:val="22"/>
        </w:rPr>
      </w:pPr>
      <w:r w:rsidRPr="00487A69">
        <w:rPr>
          <w:rFonts w:ascii="Cambria" w:eastAsia="Times New Roman" w:hAnsi="Cambria" w:cs="B Zar"/>
          <w:b/>
          <w:bCs/>
          <w:szCs w:val="22"/>
        </w:rPr>
        <w:t>Title</w:t>
      </w:r>
      <w:r w:rsidR="00527C4E">
        <w:rPr>
          <w:rFonts w:ascii="Cambria" w:eastAsia="Times New Roman" w:hAnsi="Cambria" w:cs="B Zar"/>
          <w:b/>
          <w:bCs/>
          <w:szCs w:val="22"/>
        </w:rPr>
        <w:t xml:space="preserve"> </w:t>
      </w:r>
      <w:r w:rsidRPr="00487A69">
        <w:rPr>
          <w:rFonts w:ascii="Cambria" w:eastAsia="Times New Roman" w:hAnsi="Cambria" w:cs="B Zar"/>
          <w:b/>
          <w:bCs/>
          <w:szCs w:val="22"/>
        </w:rPr>
        <w:t>of the</w:t>
      </w:r>
      <w:r w:rsidR="000531DE">
        <w:rPr>
          <w:rFonts w:ascii="Cambria" w:eastAsia="Times New Roman" w:hAnsi="Cambria" w:cs="B Zar"/>
          <w:b/>
          <w:bCs/>
          <w:szCs w:val="22"/>
        </w:rPr>
        <w:t xml:space="preserve"> Confere</w:t>
      </w:r>
      <w:r w:rsidRPr="00487A69">
        <w:rPr>
          <w:rFonts w:ascii="Cambria" w:eastAsia="Times New Roman" w:hAnsi="Cambria" w:cs="B Zar"/>
          <w:b/>
          <w:bCs/>
          <w:szCs w:val="22"/>
        </w:rPr>
        <w:t>nce</w:t>
      </w:r>
      <w:r w:rsidR="00D560D7">
        <w:rPr>
          <w:rFonts w:ascii="Cambria" w:eastAsia="Times New Roman" w:hAnsi="Cambria" w:cs="B Zar"/>
          <w:b/>
          <w:bCs/>
          <w:szCs w:val="22"/>
        </w:rPr>
        <w:t xml:space="preserve">  </w:t>
      </w:r>
      <w:r w:rsidRPr="00487A69">
        <w:rPr>
          <w:rFonts w:ascii="Cambria" w:eastAsia="Times New Roman" w:hAnsi="Cambria" w:cs="B Zar"/>
          <w:b/>
          <w:bCs/>
          <w:szCs w:val="22"/>
        </w:rPr>
        <w:t>:</w:t>
      </w:r>
      <w:r w:rsidR="00D560D7">
        <w:rPr>
          <w:rFonts w:ascii="Cambria" w:eastAsia="Times New Roman" w:hAnsi="Cambria" w:cs="B Zar"/>
          <w:b/>
          <w:bCs/>
          <w:szCs w:val="22"/>
        </w:rPr>
        <w:t xml:space="preserve"> …………………………………………………………………..</w:t>
      </w:r>
    </w:p>
    <w:p w:rsidR="009111AB" w:rsidRPr="006A45FF" w:rsidRDefault="009111AB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jc w:val="right"/>
        <w:rPr>
          <w:rFonts w:ascii="Cambria" w:eastAsia="Times New Roman" w:hAnsi="Cambria" w:cs="B Zar"/>
          <w:b/>
          <w:bCs/>
          <w:sz w:val="16"/>
          <w:szCs w:val="16"/>
          <w:rtl/>
        </w:rPr>
      </w:pPr>
    </w:p>
    <w:p w:rsidR="00513293" w:rsidRPr="006A45FF" w:rsidRDefault="00513293">
      <w:pPr>
        <w:rPr>
          <w:sz w:val="16"/>
          <w:szCs w:val="16"/>
          <w:rtl/>
        </w:rPr>
      </w:pPr>
    </w:p>
    <w:tbl>
      <w:tblPr>
        <w:tblStyle w:val="TableGrid"/>
        <w:bidiVisual/>
        <w:tblW w:w="5000" w:type="pct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10726"/>
      </w:tblGrid>
      <w:tr w:rsidR="00B209CC" w:rsidRPr="00487A69" w:rsidTr="004E322A">
        <w:trPr>
          <w:trHeight w:val="330"/>
        </w:trPr>
        <w:tc>
          <w:tcPr>
            <w:tcW w:w="5000" w:type="pct"/>
          </w:tcPr>
          <w:p w:rsidR="00B209CC" w:rsidRDefault="00B209CC" w:rsidP="004E322A">
            <w:pPr>
              <w:spacing w:after="0" w:line="240" w:lineRule="auto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پردیس درخواست کننده :           </w:t>
            </w:r>
          </w:p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b/>
                <w:bCs/>
                <w:sz w:val="28"/>
                <w:szCs w:val="28"/>
                <w:rtl/>
              </w:rPr>
            </w:pP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آدرس دقیق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محل برگزاری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همایش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:</w:t>
            </w:r>
            <w:r w:rsidRPr="00E97ED7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شهر : ............................خیابان:...................................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......................................</w:t>
            </w:r>
            <w:r w:rsidRPr="00487A69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ascii="Cambria" w:eastAsia="Times New Roman" w:hAnsi="Cambria" w:cs="B Zar" w:hint="cs"/>
                <w:b/>
                <w:bCs/>
                <w:sz w:val="28"/>
                <w:szCs w:val="28"/>
                <w:rtl/>
              </w:rPr>
              <w:t xml:space="preserve">                                      </w:t>
            </w:r>
          </w:p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تاريخ برگزاري :         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ساعت برگزاری همایش :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</w:t>
            </w:r>
          </w:p>
          <w:p w:rsidR="00B209CC" w:rsidRPr="00487A69" w:rsidRDefault="00B209CC" w:rsidP="004E322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 w:val="28"/>
                <w:szCs w:val="28"/>
                <w:rtl/>
              </w:rPr>
            </w:pPr>
            <w:r>
              <w:rPr>
                <w:rFonts w:ascii="Cambria" w:eastAsia="Times New Roman" w:hAnsi="Cambria" w:cs="B Zar" w:hint="cs"/>
                <w:b/>
                <w:bCs/>
                <w:sz w:val="28"/>
                <w:szCs w:val="28"/>
                <w:rtl/>
              </w:rPr>
              <w:t xml:space="preserve">                                      </w:t>
            </w:r>
          </w:p>
        </w:tc>
      </w:tr>
      <w:tr w:rsidR="00B209CC" w:rsidRPr="00487A69" w:rsidTr="004E322A">
        <w:trPr>
          <w:trHeight w:val="410"/>
        </w:trPr>
        <w:tc>
          <w:tcPr>
            <w:tcW w:w="5000" w:type="pct"/>
          </w:tcPr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b/>
                <w:bCs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رئیس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</w:t>
            </w:r>
            <w:r w:rsidRPr="00C8385E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همايش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: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b/>
                <w:bCs/>
                <w:sz w:val="24"/>
                <w:szCs w:val="24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نام و نام خانوادگی:                      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      </w:t>
            </w: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مقطع  و رشته تحصيلي :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                             مرتبه علمی:</w:t>
            </w:r>
          </w:p>
          <w:p w:rsidR="00B209CC" w:rsidRPr="00487A69" w:rsidRDefault="00B209CC" w:rsidP="004E322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شماره تلفن همراه :                                                               شماره تلفن ثابت:                     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پست الكترونيك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:</w:t>
            </w:r>
          </w:p>
        </w:tc>
      </w:tr>
      <w:tr w:rsidR="00513293" w:rsidRPr="00487A69" w:rsidTr="00E2423A">
        <w:trPr>
          <w:trHeight w:val="1325"/>
        </w:trPr>
        <w:tc>
          <w:tcPr>
            <w:tcW w:w="5000" w:type="pct"/>
          </w:tcPr>
          <w:p w:rsidR="00513293" w:rsidRDefault="00513293" w:rsidP="00E2423A">
            <w:pPr>
              <w:spacing w:after="0" w:line="240" w:lineRule="auto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 w:rsidRPr="001357D5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دبيرعلمی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: </w:t>
            </w:r>
          </w:p>
          <w:p w:rsidR="00513293" w:rsidRDefault="00513293" w:rsidP="00E2423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نام و نام خانوادگي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: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مقطع  و رشته تحصيلي :</w:t>
            </w:r>
            <w:r>
              <w:rPr>
                <w:rFonts w:ascii="Cambria" w:eastAsia="Times New Roman" w:hAnsi="Cambria" w:cs="B Zar" w:hint="cs"/>
                <w:b/>
                <w:bCs/>
                <w:szCs w:val="22"/>
                <w:rtl/>
              </w:rPr>
              <w:t xml:space="preserve">                                        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مرتبه علمی:</w:t>
            </w:r>
          </w:p>
          <w:p w:rsidR="00513293" w:rsidRPr="00487A69" w:rsidRDefault="00513293" w:rsidP="00E2423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شماره تلفن همراه :                                                               شماره تلفن ثابت:                     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پست الكترونيك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:</w:t>
            </w:r>
          </w:p>
        </w:tc>
      </w:tr>
    </w:tbl>
    <w:p w:rsidR="00513293" w:rsidRDefault="00513293">
      <w:pPr>
        <w:rPr>
          <w:sz w:val="16"/>
          <w:szCs w:val="16"/>
          <w:rtl/>
        </w:rPr>
      </w:pPr>
    </w:p>
    <w:tbl>
      <w:tblPr>
        <w:tblStyle w:val="TableGrid"/>
        <w:tblpPr w:leftFromText="180" w:rightFromText="180" w:vertAnchor="text" w:horzAnchor="margin" w:tblpY="-61"/>
        <w:bidiVisual/>
        <w:tblW w:w="5000" w:type="pct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10726"/>
      </w:tblGrid>
      <w:tr w:rsidR="00B209CC" w:rsidRPr="00487A69" w:rsidTr="00B209CC">
        <w:trPr>
          <w:trHeight w:val="1325"/>
        </w:trPr>
        <w:tc>
          <w:tcPr>
            <w:tcW w:w="5000" w:type="pct"/>
          </w:tcPr>
          <w:p w:rsidR="00B209CC" w:rsidRDefault="00B209CC" w:rsidP="00B209CC">
            <w:pPr>
              <w:spacing w:after="0" w:line="240" w:lineRule="auto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 w:rsidRPr="001357D5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دبير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اجرایی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: </w:t>
            </w:r>
          </w:p>
          <w:p w:rsidR="00B209CC" w:rsidRDefault="00B209CC" w:rsidP="00B209CC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نام و نام خانوادگي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: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مقطع  و رشته تحصيلي :</w:t>
            </w:r>
            <w:r>
              <w:rPr>
                <w:rFonts w:ascii="Cambria" w:eastAsia="Times New Roman" w:hAnsi="Cambria" w:cs="B Zar" w:hint="cs"/>
                <w:b/>
                <w:bCs/>
                <w:szCs w:val="22"/>
                <w:rtl/>
              </w:rPr>
              <w:t xml:space="preserve">                                        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مرتبه علمی:</w:t>
            </w:r>
          </w:p>
          <w:p w:rsidR="00B209CC" w:rsidRPr="00487A69" w:rsidRDefault="00B209CC" w:rsidP="00B209CC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شماره تلفن همراه :                                                               شماره تلفن ثابت:                     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پست الكترونيك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:</w:t>
            </w:r>
          </w:p>
        </w:tc>
      </w:tr>
    </w:tbl>
    <w:p w:rsidR="00B209CC" w:rsidRDefault="00B209CC">
      <w:pPr>
        <w:rPr>
          <w:sz w:val="16"/>
          <w:szCs w:val="16"/>
          <w:rtl/>
        </w:rPr>
      </w:pPr>
    </w:p>
    <w:p w:rsidR="00707C54" w:rsidRDefault="00B209CC" w:rsidP="00B209CC">
      <w:pPr>
        <w:pBdr>
          <w:top w:val="single" w:sz="12" w:space="1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 w:after="0" w:line="240" w:lineRule="auto"/>
        <w:rPr>
          <w:rFonts w:cs="B Zar"/>
          <w:b/>
          <w:bCs/>
          <w:szCs w:val="22"/>
          <w:rtl/>
        </w:rPr>
      </w:pP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>ضرورت‏برگزاري</w:t>
      </w:r>
      <w:r w:rsidR="00707C54"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: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780D" w:rsidRDefault="00A1780D" w:rsidP="00A1780D">
      <w:pPr>
        <w:pBdr>
          <w:top w:val="single" w:sz="12" w:space="0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/>
        <w:rPr>
          <w:rFonts w:ascii="Cambria" w:eastAsia="Times New Roman" w:hAnsi="Cambria" w:cs="B Zar"/>
          <w:b/>
          <w:bCs/>
          <w:sz w:val="24"/>
          <w:szCs w:val="24"/>
          <w:rtl/>
        </w:rPr>
      </w:pP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lastRenderedPageBreak/>
        <w:t>اهداف</w:t>
      </w: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همایش:  </w:t>
      </w:r>
      <w:r w:rsidR="00B209CC"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                                              </w:t>
      </w:r>
    </w:p>
    <w:p w:rsidR="00513293" w:rsidRDefault="00A1780D" w:rsidP="00A1780D">
      <w:pPr>
        <w:pBdr>
          <w:top w:val="single" w:sz="12" w:space="0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/>
        <w:rPr>
          <w:rFonts w:ascii="Cambria" w:eastAsia="Times New Roman" w:hAnsi="Cambria" w:cs="B Zar"/>
          <w:b/>
          <w:bCs/>
          <w:sz w:val="24"/>
          <w:szCs w:val="24"/>
          <w:rtl/>
        </w:rPr>
      </w:pP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 </w:t>
      </w: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محورها</w:t>
      </w: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>ی همایش</w:t>
      </w: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:</w:t>
      </w:r>
      <w:r w:rsidR="00B209CC"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</w:t>
      </w:r>
      <w:r w:rsidR="00B209CC"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6324" w:rsidRPr="00FD36A3" w:rsidRDefault="00FD36A3" w:rsidP="00FD36A3">
      <w:pPr>
        <w:pBdr>
          <w:top w:val="single" w:sz="12" w:space="0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/>
        <w:rPr>
          <w:rFonts w:cs="B Lotus"/>
          <w:b/>
          <w:bCs/>
          <w:szCs w:val="22"/>
          <w:rtl/>
        </w:rPr>
      </w:pP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>دلایل توجیهی برای برگزاری این همایش در سطح بین المللی:(این بخش برای همایش های بین المللی تکمیل شود).</w:t>
      </w:r>
      <w:r w:rsidRPr="00FD36A3">
        <w:rPr>
          <w:rFonts w:cs="B Lotus" w:hint="cs"/>
          <w:b/>
          <w:bCs/>
          <w:szCs w:val="22"/>
          <w:rtl/>
        </w:rPr>
        <w:t xml:space="preserve"> 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</w:t>
      </w:r>
      <w:r>
        <w:rPr>
          <w:rFonts w:cs="B Lotus" w:hint="cs"/>
          <w:b/>
          <w:bCs/>
          <w:szCs w:val="22"/>
          <w:rtl/>
        </w:rPr>
        <w:t>...................................................................................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</w:t>
      </w:r>
      <w:r w:rsidRPr="00FD36A3">
        <w:rPr>
          <w:rFonts w:cs="B Lotus" w:hint="cs"/>
          <w:b/>
          <w:bCs/>
          <w:szCs w:val="22"/>
          <w:rtl/>
        </w:rPr>
        <w:t>...................................................................</w:t>
      </w:r>
      <w:r>
        <w:rPr>
          <w:rFonts w:cs="B Lotus" w:hint="cs"/>
          <w:b/>
          <w:bCs/>
          <w:szCs w:val="22"/>
          <w:rtl/>
        </w:rPr>
        <w:t>.......</w:t>
      </w:r>
      <w:r w:rsidRPr="00FD36A3">
        <w:rPr>
          <w:rFonts w:cs="B Lotus" w:hint="cs"/>
          <w:b/>
          <w:bCs/>
          <w:szCs w:val="22"/>
          <w:rtl/>
        </w:rPr>
        <w:t>...</w:t>
      </w:r>
      <w:r>
        <w:rPr>
          <w:rFonts w:cs="B Lotus" w:hint="cs"/>
          <w:b/>
          <w:bCs/>
          <w:szCs w:val="22"/>
          <w:rtl/>
        </w:rPr>
        <w:t>...........</w:t>
      </w:r>
      <w:r w:rsidRPr="00FD36A3">
        <w:rPr>
          <w:rFonts w:cs="B Lotus" w:hint="cs"/>
          <w:b/>
          <w:bCs/>
          <w:szCs w:val="22"/>
          <w:rtl/>
        </w:rPr>
        <w:t xml:space="preserve">............................................................ 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</w:t>
      </w:r>
    </w:p>
    <w:p w:rsidR="00B209CC" w:rsidRPr="006A45FF" w:rsidRDefault="00B209CC">
      <w:pPr>
        <w:rPr>
          <w:sz w:val="16"/>
          <w:szCs w:val="16"/>
        </w:rPr>
      </w:pPr>
    </w:p>
    <w:tbl>
      <w:tblPr>
        <w:tblStyle w:val="TableGrid"/>
        <w:bidiVisual/>
        <w:tblW w:w="10915" w:type="dxa"/>
        <w:tblInd w:w="-2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20" w:firstRow="1" w:lastRow="0" w:firstColumn="0" w:lastColumn="0" w:noHBand="0" w:noVBand="1"/>
      </w:tblPr>
      <w:tblGrid>
        <w:gridCol w:w="580"/>
        <w:gridCol w:w="93"/>
        <w:gridCol w:w="17"/>
        <w:gridCol w:w="3927"/>
        <w:gridCol w:w="61"/>
        <w:gridCol w:w="659"/>
        <w:gridCol w:w="1348"/>
        <w:gridCol w:w="295"/>
        <w:gridCol w:w="1550"/>
        <w:gridCol w:w="542"/>
        <w:gridCol w:w="1826"/>
        <w:gridCol w:w="17"/>
      </w:tblGrid>
      <w:tr w:rsidR="006A45FF" w:rsidRPr="00487A69" w:rsidTr="00FD36A3">
        <w:trPr>
          <w:trHeight w:val="519"/>
        </w:trPr>
        <w:tc>
          <w:tcPr>
            <w:tcW w:w="10915" w:type="dxa"/>
            <w:gridSpan w:val="12"/>
          </w:tcPr>
          <w:p w:rsidR="006A45FF" w:rsidRPr="00487A69" w:rsidRDefault="006A45FF" w:rsidP="006A45FF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سوابق اجرایی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پردیس در زمینه برگزاری</w:t>
            </w: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همايش</w:t>
            </w:r>
            <w:r w:rsidRPr="00487A69">
              <w:rPr>
                <w:rFonts w:cs="B Zar" w:hint="cs"/>
                <w:szCs w:val="22"/>
                <w:rtl/>
              </w:rPr>
              <w:t xml:space="preserve"> :</w:t>
            </w:r>
          </w:p>
        </w:tc>
      </w:tr>
      <w:tr w:rsidR="00435B04" w:rsidRPr="00487A69" w:rsidTr="00FD36A3">
        <w:trPr>
          <w:trHeight w:val="519"/>
        </w:trPr>
        <w:tc>
          <w:tcPr>
            <w:tcW w:w="580" w:type="dxa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435B04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عنوان  و سطح همایش</w:t>
            </w:r>
          </w:p>
        </w:tc>
        <w:tc>
          <w:tcPr>
            <w:tcW w:w="3193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تاريخ ومحل برگزاري</w:t>
            </w:r>
          </w:p>
        </w:tc>
        <w:tc>
          <w:tcPr>
            <w:tcW w:w="2385" w:type="dxa"/>
            <w:gridSpan w:val="3"/>
          </w:tcPr>
          <w:p w:rsidR="00435B04" w:rsidRPr="00487A69" w:rsidRDefault="00435B04" w:rsidP="00435B04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تعدادشركت كننده</w:t>
            </w:r>
            <w:r w:rsidR="00BA4004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 xml:space="preserve">         </w:t>
            </w:r>
          </w:p>
        </w:tc>
      </w:tr>
      <w:tr w:rsidR="00435B04" w:rsidRPr="00487A69" w:rsidTr="00FD36A3">
        <w:trPr>
          <w:trHeight w:val="388"/>
        </w:trPr>
        <w:tc>
          <w:tcPr>
            <w:tcW w:w="580" w:type="dxa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1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  <w:tc>
          <w:tcPr>
            <w:tcW w:w="3193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85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</w:tr>
      <w:tr w:rsidR="00435B04" w:rsidRPr="00487A69" w:rsidTr="00FD36A3">
        <w:trPr>
          <w:trHeight w:val="388"/>
        </w:trPr>
        <w:tc>
          <w:tcPr>
            <w:tcW w:w="580" w:type="dxa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2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  <w:tc>
          <w:tcPr>
            <w:tcW w:w="3193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85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</w:tr>
      <w:tr w:rsidR="00435B04" w:rsidRPr="00487A69" w:rsidTr="00FD36A3">
        <w:trPr>
          <w:trHeight w:val="388"/>
        </w:trPr>
        <w:tc>
          <w:tcPr>
            <w:tcW w:w="580" w:type="dxa"/>
          </w:tcPr>
          <w:p w:rsidR="00435B04" w:rsidRPr="00487A69" w:rsidRDefault="006A45FF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>
              <w:rPr>
                <w:rFonts w:ascii="Times New Roman" w:eastAsia="Times New Roman" w:hAnsi="Times New Roman" w:cs="B Zar" w:hint="cs"/>
                <w:szCs w:val="22"/>
                <w:rtl/>
              </w:rPr>
              <w:t>....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  <w:tc>
          <w:tcPr>
            <w:tcW w:w="3193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85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</w:tr>
      <w:tr w:rsidR="00B209CC" w:rsidRPr="00487A69" w:rsidTr="00FD36A3">
        <w:trPr>
          <w:trHeight w:val="557"/>
        </w:trPr>
        <w:tc>
          <w:tcPr>
            <w:tcW w:w="10915" w:type="dxa"/>
            <w:gridSpan w:val="12"/>
          </w:tcPr>
          <w:p w:rsidR="00B209CC" w:rsidRPr="00487A69" w:rsidRDefault="00B209CC" w:rsidP="00B209CC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پیشینه اجرای همايش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(سابقه برگزاری  توسط متقاضی یا سایرین)</w:t>
            </w:r>
          </w:p>
        </w:tc>
      </w:tr>
      <w:tr w:rsidR="00435B04" w:rsidRPr="00487A69" w:rsidTr="00FD36A3">
        <w:trPr>
          <w:trHeight w:val="557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3927" w:type="dxa"/>
          </w:tcPr>
          <w:p w:rsidR="00435B04" w:rsidRPr="00487A69" w:rsidRDefault="00435B04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عنوان  و سطح همایش</w:t>
            </w:r>
          </w:p>
        </w:tc>
        <w:tc>
          <w:tcPr>
            <w:tcW w:w="2363" w:type="dxa"/>
            <w:gridSpan w:val="4"/>
          </w:tcPr>
          <w:p w:rsidR="00435B04" w:rsidRPr="00487A69" w:rsidRDefault="00435B04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تاريخ ومحل برگزاري</w:t>
            </w:r>
          </w:p>
        </w:tc>
        <w:tc>
          <w:tcPr>
            <w:tcW w:w="2092" w:type="dxa"/>
            <w:gridSpan w:val="2"/>
          </w:tcPr>
          <w:p w:rsidR="00435B04" w:rsidRPr="00487A69" w:rsidRDefault="00435B04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مجری</w:t>
            </w:r>
          </w:p>
        </w:tc>
        <w:tc>
          <w:tcPr>
            <w:tcW w:w="1843" w:type="dxa"/>
            <w:gridSpan w:val="2"/>
          </w:tcPr>
          <w:p w:rsidR="00435B04" w:rsidRPr="00487A69" w:rsidRDefault="00435B04" w:rsidP="00435B04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تعداد شركت كننده</w:t>
            </w:r>
          </w:p>
          <w:p w:rsidR="00435B04" w:rsidRPr="00487A69" w:rsidRDefault="00435B04" w:rsidP="00435B04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</w:p>
        </w:tc>
      </w:tr>
      <w:tr w:rsidR="00435B04" w:rsidRPr="00487A69" w:rsidTr="00FD36A3">
        <w:trPr>
          <w:trHeight w:val="416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1</w:t>
            </w:r>
          </w:p>
        </w:tc>
        <w:tc>
          <w:tcPr>
            <w:tcW w:w="3927" w:type="dxa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63" w:type="dxa"/>
            <w:gridSpan w:val="4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092" w:type="dxa"/>
            <w:gridSpan w:val="2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1843" w:type="dxa"/>
            <w:gridSpan w:val="2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</w:tr>
      <w:tr w:rsidR="00435B04" w:rsidRPr="00487A69" w:rsidTr="00FD36A3">
        <w:trPr>
          <w:trHeight w:val="416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2</w:t>
            </w:r>
          </w:p>
        </w:tc>
        <w:tc>
          <w:tcPr>
            <w:tcW w:w="3927" w:type="dxa"/>
          </w:tcPr>
          <w:p w:rsidR="00435B04" w:rsidRPr="00487A69" w:rsidRDefault="00435B04" w:rsidP="006E6B4E">
            <w:pPr>
              <w:spacing w:after="0" w:line="240" w:lineRule="auto"/>
              <w:jc w:val="center"/>
              <w:rPr>
                <w:rFonts w:cs="B Zar"/>
                <w:sz w:val="26"/>
              </w:rPr>
            </w:pPr>
          </w:p>
        </w:tc>
        <w:tc>
          <w:tcPr>
            <w:tcW w:w="2363" w:type="dxa"/>
            <w:gridSpan w:val="4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092" w:type="dxa"/>
            <w:gridSpan w:val="2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1843" w:type="dxa"/>
            <w:gridSpan w:val="2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</w:tr>
      <w:tr w:rsidR="00435B04" w:rsidRPr="00487A69" w:rsidTr="00FD36A3">
        <w:trPr>
          <w:trHeight w:val="416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...</w:t>
            </w:r>
          </w:p>
        </w:tc>
        <w:tc>
          <w:tcPr>
            <w:tcW w:w="3927" w:type="dxa"/>
          </w:tcPr>
          <w:p w:rsidR="00435B04" w:rsidRPr="00487A69" w:rsidRDefault="00435B04" w:rsidP="006E6B4E">
            <w:pPr>
              <w:spacing w:after="0" w:line="240" w:lineRule="auto"/>
              <w:jc w:val="center"/>
              <w:rPr>
                <w:rFonts w:cs="B Zar"/>
                <w:sz w:val="26"/>
              </w:rPr>
            </w:pPr>
          </w:p>
        </w:tc>
        <w:tc>
          <w:tcPr>
            <w:tcW w:w="2363" w:type="dxa"/>
            <w:gridSpan w:val="4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092" w:type="dxa"/>
            <w:gridSpan w:val="2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1843" w:type="dxa"/>
            <w:gridSpan w:val="2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</w:tr>
      <w:tr w:rsidR="00B209CC" w:rsidRPr="00487A69" w:rsidTr="00FD36A3">
        <w:trPr>
          <w:gridAfter w:val="1"/>
          <w:wAfter w:w="17" w:type="dxa"/>
          <w:trHeight w:val="527"/>
        </w:trPr>
        <w:tc>
          <w:tcPr>
            <w:tcW w:w="10898" w:type="dxa"/>
            <w:gridSpan w:val="11"/>
          </w:tcPr>
          <w:p w:rsidR="00B209CC" w:rsidRPr="00A3680E" w:rsidRDefault="00B209CC" w:rsidP="00A3680E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دستاوردها</w:t>
            </w:r>
            <w:r>
              <w:rPr>
                <w:rFonts w:cs="B Zar" w:hint="cs"/>
                <w:sz w:val="26"/>
                <w:rtl/>
              </w:rPr>
              <w:t xml:space="preserve">ی </w:t>
            </w:r>
            <w:r w:rsidRPr="00C8385E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همایش های قبلی :</w:t>
            </w:r>
          </w:p>
        </w:tc>
      </w:tr>
      <w:tr w:rsidR="00A3680E" w:rsidRPr="00487A69" w:rsidTr="00FD36A3">
        <w:trPr>
          <w:gridAfter w:val="1"/>
          <w:wAfter w:w="17" w:type="dxa"/>
          <w:trHeight w:val="527"/>
        </w:trPr>
        <w:tc>
          <w:tcPr>
            <w:tcW w:w="673" w:type="dxa"/>
            <w:gridSpan w:val="2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رديف</w:t>
            </w:r>
          </w:p>
        </w:tc>
        <w:tc>
          <w:tcPr>
            <w:tcW w:w="4005" w:type="dxa"/>
            <w:gridSpan w:val="3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عنوان  همایش ونوع محصول</w:t>
            </w:r>
          </w:p>
        </w:tc>
        <w:tc>
          <w:tcPr>
            <w:tcW w:w="2007" w:type="dxa"/>
            <w:gridSpan w:val="2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سال برگزاری</w:t>
            </w:r>
          </w:p>
        </w:tc>
        <w:tc>
          <w:tcPr>
            <w:tcW w:w="2387" w:type="dxa"/>
            <w:gridSpan w:val="3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سازمان استفاده کننده</w:t>
            </w:r>
          </w:p>
        </w:tc>
        <w:tc>
          <w:tcPr>
            <w:tcW w:w="1826" w:type="dxa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تلفن</w:t>
            </w:r>
          </w:p>
        </w:tc>
      </w:tr>
      <w:tr w:rsidR="00A3680E" w:rsidRPr="00487A69" w:rsidTr="00FD36A3">
        <w:trPr>
          <w:gridAfter w:val="1"/>
          <w:wAfter w:w="17" w:type="dxa"/>
          <w:trHeight w:val="394"/>
        </w:trPr>
        <w:tc>
          <w:tcPr>
            <w:tcW w:w="673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1</w:t>
            </w:r>
          </w:p>
        </w:tc>
        <w:tc>
          <w:tcPr>
            <w:tcW w:w="4005" w:type="dxa"/>
            <w:gridSpan w:val="3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0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387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826" w:type="dxa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gridAfter w:val="1"/>
          <w:wAfter w:w="17" w:type="dxa"/>
          <w:trHeight w:val="394"/>
        </w:trPr>
        <w:tc>
          <w:tcPr>
            <w:tcW w:w="673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2</w:t>
            </w:r>
          </w:p>
        </w:tc>
        <w:tc>
          <w:tcPr>
            <w:tcW w:w="4005" w:type="dxa"/>
            <w:gridSpan w:val="3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0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387" w:type="dxa"/>
            <w:gridSpan w:val="3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826" w:type="dxa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</w:tbl>
    <w:p w:rsidR="00FD36A3" w:rsidRDefault="00FD36A3"/>
    <w:tbl>
      <w:tblPr>
        <w:tblStyle w:val="TableGrid"/>
        <w:bidiVisual/>
        <w:tblW w:w="10915" w:type="dxa"/>
        <w:tblInd w:w="107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91"/>
        <w:gridCol w:w="3464"/>
        <w:gridCol w:w="1145"/>
        <w:gridCol w:w="2637"/>
        <w:gridCol w:w="1351"/>
        <w:gridCol w:w="1827"/>
      </w:tblGrid>
      <w:tr w:rsidR="000D47A1" w:rsidRPr="00487A69" w:rsidTr="00FD36A3">
        <w:trPr>
          <w:trHeight w:val="284"/>
        </w:trPr>
        <w:tc>
          <w:tcPr>
            <w:tcW w:w="10915" w:type="dxa"/>
            <w:gridSpan w:val="6"/>
          </w:tcPr>
          <w:p w:rsidR="000D47A1" w:rsidRDefault="000D47A1" w:rsidP="000D47A1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lastRenderedPageBreak/>
              <w:t>سازمانهای همکار(مشارکت ک</w:t>
            </w: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نندگان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و حامیان) در  </w:t>
            </w:r>
            <w:r w:rsidR="00FD36A3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همايش اعم از داخلی و خارجی:</w:t>
            </w: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DB4B47" w:rsidRDefault="00DB4B47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464" w:type="dxa"/>
          </w:tcPr>
          <w:p w:rsidR="00DB4B47" w:rsidRPr="00487A69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عنوان  سازمان</w:t>
            </w:r>
          </w:p>
        </w:tc>
        <w:tc>
          <w:tcPr>
            <w:tcW w:w="1145" w:type="dxa"/>
          </w:tcPr>
          <w:p w:rsidR="00DB4B47" w:rsidRPr="00DB4B47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B4B47">
              <w:rPr>
                <w:rFonts w:cs="B Zar" w:hint="cs"/>
                <w:b/>
                <w:bCs/>
                <w:sz w:val="20"/>
                <w:szCs w:val="20"/>
                <w:rtl/>
              </w:rPr>
              <w:t>نوع همکاری</w:t>
            </w:r>
          </w:p>
        </w:tc>
        <w:tc>
          <w:tcPr>
            <w:tcW w:w="2637" w:type="dxa"/>
          </w:tcPr>
          <w:p w:rsidR="00DB4B47" w:rsidRPr="00DB4B47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B4B47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نام </w:t>
            </w:r>
            <w:r w:rsidRPr="00DB4B4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B4B47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نام خانوادگی  مقام مسئول</w:t>
            </w:r>
          </w:p>
        </w:tc>
        <w:tc>
          <w:tcPr>
            <w:tcW w:w="1351" w:type="dxa"/>
          </w:tcPr>
          <w:p w:rsidR="00DB4B47" w:rsidRPr="00487A69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امضاء</w:t>
            </w:r>
          </w:p>
        </w:tc>
        <w:tc>
          <w:tcPr>
            <w:tcW w:w="1827" w:type="dxa"/>
          </w:tcPr>
          <w:p w:rsidR="00DB4B47" w:rsidRPr="00487A69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64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64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64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D36A3" w:rsidRPr="00487A69" w:rsidTr="00FD36A3">
        <w:trPr>
          <w:trHeight w:val="284"/>
        </w:trPr>
        <w:tc>
          <w:tcPr>
            <w:tcW w:w="491" w:type="dxa"/>
          </w:tcPr>
          <w:p w:rsidR="00FD36A3" w:rsidRDefault="00FD36A3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64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:rsidR="00FD36A3" w:rsidRDefault="00FD36A3"/>
    <w:tbl>
      <w:tblPr>
        <w:tblStyle w:val="TableGrid"/>
        <w:bidiVisual/>
        <w:tblW w:w="10748" w:type="dxa"/>
        <w:tblInd w:w="297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686"/>
        <w:gridCol w:w="1990"/>
        <w:gridCol w:w="2226"/>
        <w:gridCol w:w="2014"/>
        <w:gridCol w:w="2123"/>
        <w:gridCol w:w="1709"/>
      </w:tblGrid>
      <w:tr w:rsidR="00C377BE" w:rsidRPr="00487A69" w:rsidTr="00FD36A3">
        <w:trPr>
          <w:trHeight w:val="484"/>
        </w:trPr>
        <w:tc>
          <w:tcPr>
            <w:tcW w:w="10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77BE" w:rsidRDefault="00C377BE" w:rsidP="00C377BE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اعضای گروه آموزشی- پژوهشی پردیس/ استان</w:t>
            </w:r>
          </w:p>
        </w:tc>
      </w:tr>
      <w:tr w:rsidR="00A3680E" w:rsidRPr="00487A69" w:rsidTr="00FD36A3">
        <w:trPr>
          <w:trHeight w:val="484"/>
        </w:trPr>
        <w:tc>
          <w:tcPr>
            <w:tcW w:w="686" w:type="dxa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1990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2226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مدرك ورشته  تحصیلی</w:t>
            </w:r>
          </w:p>
        </w:tc>
        <w:tc>
          <w:tcPr>
            <w:tcW w:w="2014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سازمان محل خدمت</w:t>
            </w:r>
          </w:p>
        </w:tc>
        <w:tc>
          <w:tcPr>
            <w:tcW w:w="2123" w:type="dxa"/>
          </w:tcPr>
          <w:p w:rsidR="00A3680E" w:rsidRPr="00487A69" w:rsidRDefault="00B40FAF" w:rsidP="00B40FAF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709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1357D5" w:rsidRPr="00487A69" w:rsidTr="00FD36A3">
        <w:trPr>
          <w:trHeight w:val="303"/>
        </w:trPr>
        <w:tc>
          <w:tcPr>
            <w:tcW w:w="686" w:type="dxa"/>
          </w:tcPr>
          <w:p w:rsidR="001357D5" w:rsidRPr="00B40FAF" w:rsidRDefault="001357D5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1357D5" w:rsidRPr="00487A69" w:rsidRDefault="001357D5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C377BE" w:rsidRDefault="00C377BE"/>
    <w:tbl>
      <w:tblPr>
        <w:tblStyle w:val="TableGrid"/>
        <w:bidiVisual/>
        <w:tblW w:w="10880" w:type="dxa"/>
        <w:tblInd w:w="211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107"/>
        <w:gridCol w:w="578"/>
        <w:gridCol w:w="238"/>
        <w:gridCol w:w="1938"/>
        <w:gridCol w:w="121"/>
        <w:gridCol w:w="2086"/>
        <w:gridCol w:w="89"/>
        <w:gridCol w:w="2258"/>
        <w:gridCol w:w="52"/>
        <w:gridCol w:w="1275"/>
        <w:gridCol w:w="311"/>
        <w:gridCol w:w="1827"/>
      </w:tblGrid>
      <w:tr w:rsidR="00C377BE" w:rsidRPr="00487A69" w:rsidTr="00FD36A3">
        <w:trPr>
          <w:gridBefore w:val="1"/>
          <w:wBefore w:w="107" w:type="dxa"/>
          <w:trHeight w:val="386"/>
        </w:trPr>
        <w:tc>
          <w:tcPr>
            <w:tcW w:w="10773" w:type="dxa"/>
            <w:gridSpan w:val="11"/>
            <w:tcBorders>
              <w:top w:val="nil"/>
              <w:left w:val="nil"/>
              <w:bottom w:val="threeDEmboss" w:sz="6" w:space="0" w:color="auto"/>
              <w:right w:val="nil"/>
            </w:tcBorders>
          </w:tcPr>
          <w:p w:rsidR="00C377BE" w:rsidRDefault="00C377BE" w:rsidP="00C377BE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اعضای کمیته علمی</w:t>
            </w:r>
          </w:p>
        </w:tc>
      </w:tr>
      <w:tr w:rsidR="00A1780D" w:rsidRPr="00487A69" w:rsidTr="00FD36A3">
        <w:trPr>
          <w:gridBefore w:val="1"/>
          <w:wBefore w:w="107" w:type="dxa"/>
          <w:trHeight w:val="386"/>
        </w:trPr>
        <w:tc>
          <w:tcPr>
            <w:tcW w:w="578" w:type="dxa"/>
            <w:tcBorders>
              <w:top w:val="threeDEmboss" w:sz="6" w:space="0" w:color="auto"/>
            </w:tcBorders>
          </w:tcPr>
          <w:p w:rsidR="00A1780D" w:rsidRPr="00C377BE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377BE">
              <w:rPr>
                <w:rFonts w:cs="B Za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297" w:type="dxa"/>
            <w:gridSpan w:val="3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2175" w:type="dxa"/>
            <w:gridSpan w:val="2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مدرك ورشته  تحصیلی</w:t>
            </w:r>
          </w:p>
        </w:tc>
        <w:tc>
          <w:tcPr>
            <w:tcW w:w="2310" w:type="dxa"/>
            <w:gridSpan w:val="2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دانشگاه محل خدمت</w:t>
            </w:r>
          </w:p>
        </w:tc>
        <w:tc>
          <w:tcPr>
            <w:tcW w:w="1586" w:type="dxa"/>
            <w:gridSpan w:val="2"/>
            <w:tcBorders>
              <w:top w:val="threeDEmboss" w:sz="6" w:space="0" w:color="auto"/>
            </w:tcBorders>
          </w:tcPr>
          <w:p w:rsidR="00A1780D" w:rsidRPr="00487A69" w:rsidRDefault="00B40FAF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827" w:type="dxa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C377BE" w:rsidRPr="00487A69" w:rsidTr="00FD36A3">
        <w:trPr>
          <w:trHeight w:val="386"/>
        </w:trPr>
        <w:tc>
          <w:tcPr>
            <w:tcW w:w="10880" w:type="dxa"/>
            <w:gridSpan w:val="12"/>
            <w:tcBorders>
              <w:top w:val="nil"/>
              <w:left w:val="nil"/>
              <w:bottom w:val="threeDEmboss" w:sz="6" w:space="0" w:color="auto"/>
              <w:right w:val="nil"/>
            </w:tcBorders>
          </w:tcPr>
          <w:p w:rsidR="00C377BE" w:rsidRDefault="00C377BE" w:rsidP="00C377BE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سخنرانان و مدعوین ویژه:</w:t>
            </w:r>
          </w:p>
        </w:tc>
      </w:tr>
      <w:tr w:rsidR="00A3680E" w:rsidRPr="00487A69" w:rsidTr="00FD36A3">
        <w:trPr>
          <w:trHeight w:val="386"/>
        </w:trPr>
        <w:tc>
          <w:tcPr>
            <w:tcW w:w="923" w:type="dxa"/>
            <w:gridSpan w:val="3"/>
            <w:tcBorders>
              <w:top w:val="threeDEmboss" w:sz="6" w:space="0" w:color="auto"/>
            </w:tcBorders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1938" w:type="dxa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2207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مدرك ورشته  تحصیلی</w:t>
            </w:r>
          </w:p>
        </w:tc>
        <w:tc>
          <w:tcPr>
            <w:tcW w:w="2347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دانشگاه محل خدمت</w:t>
            </w:r>
          </w:p>
        </w:tc>
        <w:tc>
          <w:tcPr>
            <w:tcW w:w="1327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1780D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ایمیل</w:t>
            </w:r>
          </w:p>
        </w:tc>
        <w:tc>
          <w:tcPr>
            <w:tcW w:w="2138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487A69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487A69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487A69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2230A3" w:rsidRDefault="00573141" w:rsidP="00B40FAF">
      <w:pPr>
        <w:pBdr>
          <w:top w:val="threeDEmboss" w:sz="12" w:space="12" w:color="auto"/>
          <w:left w:val="threeDEmboss" w:sz="12" w:space="0" w:color="auto"/>
          <w:bottom w:val="threeDEngrave" w:sz="12" w:space="1" w:color="auto"/>
          <w:right w:val="threeDEngrave" w:sz="12" w:space="4" w:color="auto"/>
        </w:pBdr>
        <w:tabs>
          <w:tab w:val="left" w:pos="1084"/>
        </w:tabs>
        <w:spacing w:after="0" w:line="240" w:lineRule="auto"/>
        <w:rPr>
          <w:rFonts w:cs="B Zar"/>
          <w:szCs w:val="22"/>
          <w:rtl/>
        </w:rPr>
      </w:pPr>
      <w:r w:rsidRPr="00EE0430">
        <w:rPr>
          <w:rFonts w:cs="B Zar" w:hint="cs"/>
          <w:b/>
          <w:bCs/>
          <w:sz w:val="24"/>
          <w:szCs w:val="24"/>
          <w:rtl/>
        </w:rPr>
        <w:t xml:space="preserve">میزان شهریه </w:t>
      </w:r>
      <w:r w:rsidR="008059BB" w:rsidRPr="00EE0430">
        <w:rPr>
          <w:rFonts w:cs="B Zar" w:hint="cs"/>
          <w:b/>
          <w:bCs/>
          <w:sz w:val="24"/>
          <w:szCs w:val="24"/>
          <w:rtl/>
        </w:rPr>
        <w:t xml:space="preserve"> به تفکیک</w:t>
      </w:r>
      <w:r w:rsidR="008059BB" w:rsidRPr="00487A69">
        <w:rPr>
          <w:rFonts w:cs="B Zar" w:hint="cs"/>
          <w:szCs w:val="22"/>
          <w:rtl/>
        </w:rPr>
        <w:t xml:space="preserve"> </w:t>
      </w:r>
      <w:r w:rsidR="00127178" w:rsidRPr="00487A69">
        <w:rPr>
          <w:rFonts w:cs="B Zar" w:hint="cs"/>
          <w:szCs w:val="22"/>
          <w:rtl/>
        </w:rPr>
        <w:t xml:space="preserve">: </w:t>
      </w:r>
      <w:r w:rsidR="00127178" w:rsidRPr="003B08D5">
        <w:rPr>
          <w:rFonts w:cs="B Zar" w:hint="cs"/>
          <w:sz w:val="26"/>
          <w:rtl/>
        </w:rPr>
        <w:t xml:space="preserve">متخصصان :                       </w:t>
      </w:r>
      <w:r w:rsidR="00487A69" w:rsidRPr="003B08D5">
        <w:rPr>
          <w:rFonts w:cs="B Zar" w:hint="cs"/>
          <w:sz w:val="26"/>
          <w:rtl/>
        </w:rPr>
        <w:t xml:space="preserve">  </w:t>
      </w:r>
      <w:r w:rsidR="00127178" w:rsidRPr="003B08D5">
        <w:rPr>
          <w:rFonts w:cs="B Zar" w:hint="cs"/>
          <w:sz w:val="26"/>
          <w:rtl/>
        </w:rPr>
        <w:t xml:space="preserve">        </w:t>
      </w:r>
      <w:r w:rsidR="004532F3" w:rsidRPr="003B08D5">
        <w:rPr>
          <w:rFonts w:cs="B Zar" w:hint="cs"/>
          <w:sz w:val="26"/>
          <w:rtl/>
        </w:rPr>
        <w:t xml:space="preserve">ریال / </w:t>
      </w:r>
      <w:r w:rsidR="00127178" w:rsidRPr="003B08D5">
        <w:rPr>
          <w:rFonts w:cs="B Zar" w:hint="cs"/>
          <w:sz w:val="26"/>
          <w:rtl/>
        </w:rPr>
        <w:t xml:space="preserve">دانشجویان:               </w:t>
      </w:r>
      <w:r w:rsidR="00487A69" w:rsidRPr="003B08D5">
        <w:rPr>
          <w:rFonts w:cs="B Zar" w:hint="cs"/>
          <w:sz w:val="26"/>
          <w:rtl/>
        </w:rPr>
        <w:t xml:space="preserve">    </w:t>
      </w:r>
      <w:r w:rsidR="00127178" w:rsidRPr="003B08D5">
        <w:rPr>
          <w:rFonts w:cs="B Zar" w:hint="cs"/>
          <w:sz w:val="26"/>
          <w:rtl/>
        </w:rPr>
        <w:t xml:space="preserve">                 </w:t>
      </w:r>
      <w:r w:rsidR="004532F3" w:rsidRPr="003B08D5">
        <w:rPr>
          <w:rFonts w:cs="B Zar" w:hint="cs"/>
          <w:sz w:val="26"/>
          <w:rtl/>
        </w:rPr>
        <w:t>ریال /</w:t>
      </w:r>
      <w:r w:rsidR="0049064D" w:rsidRPr="003B08D5">
        <w:rPr>
          <w:rFonts w:cs="B Zar" w:hint="cs"/>
          <w:sz w:val="26"/>
          <w:rtl/>
        </w:rPr>
        <w:t xml:space="preserve"> سایر</w:t>
      </w:r>
      <w:r w:rsidR="00127178" w:rsidRPr="003B08D5">
        <w:rPr>
          <w:rFonts w:cs="B Zar" w:hint="cs"/>
          <w:sz w:val="26"/>
          <w:rtl/>
        </w:rPr>
        <w:t xml:space="preserve">:                             </w:t>
      </w:r>
      <w:r w:rsidR="004532F3" w:rsidRPr="003B08D5">
        <w:rPr>
          <w:rFonts w:cs="B Zar" w:hint="cs"/>
          <w:sz w:val="26"/>
          <w:rtl/>
        </w:rPr>
        <w:t>ریال</w:t>
      </w:r>
      <w:r w:rsidR="004532F3" w:rsidRPr="00487A69">
        <w:rPr>
          <w:rFonts w:cs="B Zar" w:hint="cs"/>
          <w:szCs w:val="22"/>
          <w:rtl/>
        </w:rPr>
        <w:t xml:space="preserve"> </w:t>
      </w:r>
    </w:p>
    <w:p w:rsidR="00527C4E" w:rsidRPr="003B08D5" w:rsidRDefault="00527C4E" w:rsidP="00B40FAF">
      <w:pPr>
        <w:pBdr>
          <w:top w:val="threeDEmboss" w:sz="12" w:space="12" w:color="auto"/>
          <w:left w:val="threeDEmboss" w:sz="12" w:space="0" w:color="auto"/>
          <w:bottom w:val="threeDEngrave" w:sz="12" w:space="1" w:color="auto"/>
          <w:right w:val="threeDEngrave" w:sz="12" w:space="4" w:color="auto"/>
        </w:pBdr>
        <w:tabs>
          <w:tab w:val="left" w:pos="1084"/>
        </w:tabs>
        <w:spacing w:before="120" w:after="0" w:line="240" w:lineRule="auto"/>
        <w:rPr>
          <w:rFonts w:cs="B Zar"/>
          <w:sz w:val="26"/>
          <w:rtl/>
        </w:rPr>
      </w:pPr>
      <w:r w:rsidRPr="00EE0430">
        <w:rPr>
          <w:rFonts w:cs="B Zar" w:hint="cs"/>
          <w:b/>
          <w:bCs/>
          <w:sz w:val="24"/>
          <w:szCs w:val="24"/>
          <w:rtl/>
        </w:rPr>
        <w:t>خدمات ارائه شده</w:t>
      </w:r>
      <w:r>
        <w:rPr>
          <w:rFonts w:cs="B Zar" w:hint="cs"/>
          <w:szCs w:val="22"/>
          <w:rtl/>
        </w:rPr>
        <w:t xml:space="preserve"> </w:t>
      </w:r>
      <w:r w:rsidRPr="0049064D">
        <w:rPr>
          <w:rFonts w:cs="B Zar" w:hint="cs"/>
          <w:sz w:val="24"/>
          <w:szCs w:val="24"/>
          <w:rtl/>
        </w:rPr>
        <w:t>:</w:t>
      </w:r>
      <w:r w:rsidR="00624AC5">
        <w:rPr>
          <w:rFonts w:cs="B Zar" w:hint="cs"/>
          <w:sz w:val="26"/>
          <w:rtl/>
        </w:rPr>
        <w:t xml:space="preserve">  </w:t>
      </w:r>
      <w:r w:rsidR="0049064D" w:rsidRPr="00624AC5">
        <w:rPr>
          <w:rFonts w:cs="B Zar" w:hint="cs"/>
          <w:sz w:val="28"/>
          <w:szCs w:val="28"/>
          <w:rtl/>
        </w:rPr>
        <w:t>چاپ مقالات برگزیده</w:t>
      </w:r>
      <w:r w:rsidR="0049064D" w:rsidRPr="00624AC5">
        <w:rPr>
          <w:rFonts w:cs="B Zar" w:hint="cs"/>
          <w:sz w:val="28"/>
          <w:szCs w:val="28"/>
        </w:rPr>
        <w:sym w:font="Wingdings" w:char="F06F"/>
      </w:r>
      <w:r w:rsidR="00624AC5" w:rsidRPr="00624AC5">
        <w:rPr>
          <w:rFonts w:cs="B Zar" w:hint="cs"/>
          <w:sz w:val="28"/>
          <w:szCs w:val="28"/>
          <w:rtl/>
        </w:rPr>
        <w:t xml:space="preserve">  </w:t>
      </w:r>
      <w:r w:rsidR="0049064D"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  <w:rtl/>
        </w:rPr>
        <w:t>شرکت در کارگاه تخصصی</w:t>
      </w:r>
      <w:r w:rsidRPr="00624AC5">
        <w:rPr>
          <w:rFonts w:cs="B Zar" w:hint="cs"/>
          <w:sz w:val="28"/>
          <w:szCs w:val="28"/>
        </w:rPr>
        <w:sym w:font="Wingdings" w:char="F06F"/>
      </w:r>
      <w:r w:rsidR="00624AC5" w:rsidRPr="00624AC5">
        <w:rPr>
          <w:rFonts w:cs="B Zar" w:hint="cs"/>
          <w:sz w:val="28"/>
          <w:szCs w:val="28"/>
          <w:rtl/>
        </w:rPr>
        <w:t xml:space="preserve">  </w:t>
      </w:r>
      <w:r w:rsidRPr="00624AC5">
        <w:rPr>
          <w:rFonts w:cs="B Zar" w:hint="cs"/>
          <w:sz w:val="28"/>
          <w:szCs w:val="28"/>
          <w:rtl/>
        </w:rPr>
        <w:t>ارائه مجموعه مقالات</w:t>
      </w:r>
      <w:r w:rsidR="00624AC5"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</w:rPr>
        <w:sym w:font="Wingdings" w:char="F06F"/>
      </w:r>
      <w:r w:rsidRPr="00624AC5">
        <w:rPr>
          <w:rFonts w:cs="B Zar" w:hint="cs"/>
          <w:sz w:val="28"/>
          <w:szCs w:val="28"/>
          <w:rtl/>
        </w:rPr>
        <w:t xml:space="preserve"> </w:t>
      </w:r>
      <w:r w:rsidR="00624AC5"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  <w:rtl/>
        </w:rPr>
        <w:t xml:space="preserve">ارائه گواهینامه </w:t>
      </w:r>
      <w:r w:rsidRPr="00624AC5">
        <w:rPr>
          <w:rFonts w:cs="B Zar" w:hint="cs"/>
          <w:sz w:val="28"/>
          <w:szCs w:val="28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</w:t>
      </w:r>
    </w:p>
    <w:p w:rsidR="000D47A1" w:rsidRPr="003B08D5" w:rsidRDefault="000D47A1" w:rsidP="000D47A1">
      <w:pPr>
        <w:pBdr>
          <w:top w:val="single" w:sz="2" w:space="1" w:color="auto" w:shadow="1"/>
          <w:left w:val="single" w:sz="2" w:space="2" w:color="auto" w:shadow="1"/>
          <w:bottom w:val="single" w:sz="2" w:space="1" w:color="auto" w:shadow="1"/>
          <w:right w:val="single" w:sz="2" w:space="1" w:color="auto" w:shadow="1"/>
        </w:pBdr>
        <w:spacing w:before="240" w:after="0"/>
        <w:rPr>
          <w:rFonts w:cs="B Zar"/>
          <w:sz w:val="26"/>
          <w:rtl/>
        </w:rPr>
      </w:pP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نحوه مستندسازي</w:t>
      </w:r>
      <w:r w:rsidRPr="00487A69">
        <w:rPr>
          <w:rFonts w:cs="B Zar" w:hint="cs"/>
          <w:sz w:val="24"/>
          <w:szCs w:val="24"/>
          <w:rtl/>
        </w:rPr>
        <w:t xml:space="preserve"> </w:t>
      </w:r>
      <w:r w:rsidRPr="003B08D5">
        <w:rPr>
          <w:rFonts w:cs="B Zar" w:hint="cs"/>
          <w:sz w:val="26"/>
          <w:rtl/>
        </w:rPr>
        <w:t xml:space="preserve">و ارائه دستاوردهاي همايش :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   لوح فشرده   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   کتاب   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   ساير</w:t>
      </w:r>
      <w:r>
        <w:rPr>
          <w:rFonts w:cs="B Zar" w:hint="cs"/>
          <w:sz w:val="26"/>
          <w:rtl/>
        </w:rPr>
        <w:t xml:space="preserve"> </w:t>
      </w:r>
      <w:r w:rsidRPr="003B08D5">
        <w:rPr>
          <w:rFonts w:cs="B Zar" w:hint="cs"/>
          <w:sz w:val="26"/>
        </w:rPr>
        <w:t xml:space="preserve">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>............................</w:t>
      </w:r>
    </w:p>
    <w:p w:rsidR="000D47A1" w:rsidRDefault="000D47A1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</w:p>
    <w:tbl>
      <w:tblPr>
        <w:tblStyle w:val="TableGrid"/>
        <w:bidiVisual/>
        <w:tblW w:w="10915" w:type="dxa"/>
        <w:tblInd w:w="-62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B40FAF" w:rsidRPr="00487A69" w:rsidTr="00B40FAF">
        <w:tc>
          <w:tcPr>
            <w:tcW w:w="10915" w:type="dxa"/>
          </w:tcPr>
          <w:p w:rsidR="00B40FAF" w:rsidRDefault="00B40FAF" w:rsidP="004E322A">
            <w:pPr>
              <w:tabs>
                <w:tab w:val="left" w:pos="1084"/>
              </w:tabs>
              <w:spacing w:after="0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B40FAF" w:rsidRDefault="00B40FAF" w:rsidP="004E322A">
            <w:pPr>
              <w:tabs>
                <w:tab w:val="left" w:pos="1084"/>
              </w:tabs>
              <w:spacing w:after="0"/>
              <w:rPr>
                <w:rFonts w:cs="B Zar"/>
                <w:szCs w:val="22"/>
                <w:rtl/>
              </w:rPr>
            </w:pPr>
            <w:r w:rsidRPr="00EE0430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برنامه های  جانبی</w:t>
            </w:r>
            <w:r w:rsidRPr="00487A69">
              <w:rPr>
                <w:rFonts w:cs="B Zar" w:hint="cs"/>
                <w:szCs w:val="22"/>
                <w:rtl/>
              </w:rPr>
              <w:t xml:space="preserve"> : </w:t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برپایی نمایشگاه       </w:t>
            </w:r>
            <w:r w:rsidRPr="00624AC5">
              <w:rPr>
                <w:rFonts w:cs="B Zar" w:hint="cs"/>
                <w:sz w:val="28"/>
                <w:szCs w:val="28"/>
              </w:rPr>
              <w:sym w:font="Wingdings" w:char="F06F"/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     برپایی کارگاه تخصصی  </w:t>
            </w:r>
            <w:r w:rsidRPr="00624AC5">
              <w:rPr>
                <w:rFonts w:cs="B Zar" w:hint="cs"/>
                <w:sz w:val="28"/>
                <w:szCs w:val="28"/>
              </w:rPr>
              <w:sym w:font="Wingdings" w:char="F06F"/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   ساير    </w:t>
            </w:r>
            <w:r w:rsidRPr="00624AC5">
              <w:rPr>
                <w:rFonts w:cs="B Zar" w:hint="cs"/>
                <w:sz w:val="28"/>
                <w:szCs w:val="28"/>
              </w:rPr>
              <w:t xml:space="preserve"> </w:t>
            </w:r>
            <w:r w:rsidRPr="00624AC5">
              <w:rPr>
                <w:rFonts w:cs="B Zar" w:hint="cs"/>
                <w:sz w:val="28"/>
                <w:szCs w:val="28"/>
              </w:rPr>
              <w:sym w:font="Wingdings" w:char="F06F"/>
            </w:r>
          </w:p>
          <w:p w:rsidR="00B40FAF" w:rsidRPr="00487A69" w:rsidRDefault="00B40FAF" w:rsidP="004E322A">
            <w:pPr>
              <w:tabs>
                <w:tab w:val="left" w:pos="1084"/>
              </w:tabs>
              <w:spacing w:after="0"/>
              <w:rPr>
                <w:rFonts w:cs="B Zar"/>
                <w:szCs w:val="22"/>
                <w:rtl/>
              </w:rPr>
            </w:pPr>
            <w:r>
              <w:rPr>
                <w:rFonts w:cs="B Zar" w:hint="cs"/>
                <w:szCs w:val="22"/>
                <w:rtl/>
              </w:rPr>
              <w:t>توضیح در خصوص برنامه های جانبی:.....................................................................................................................................................................................</w:t>
            </w:r>
          </w:p>
        </w:tc>
      </w:tr>
      <w:tr w:rsidR="00B40FAF" w:rsidRPr="00624AC5" w:rsidTr="00B40FAF">
        <w:trPr>
          <w:trHeight w:val="420"/>
        </w:trPr>
        <w:tc>
          <w:tcPr>
            <w:tcW w:w="10915" w:type="dxa"/>
          </w:tcPr>
          <w:p w:rsidR="00B40FAF" w:rsidRDefault="00B40FAF" w:rsidP="004E322A">
            <w:pPr>
              <w:spacing w:after="0" w:line="240" w:lineRule="auto"/>
              <w:rPr>
                <w:rFonts w:cs="B Zar"/>
                <w:sz w:val="28"/>
                <w:szCs w:val="28"/>
                <w:rtl/>
              </w:rPr>
            </w:pPr>
            <w:r w:rsidRPr="00624AC5">
              <w:rPr>
                <w:rFonts w:cs="B Zar" w:hint="cs"/>
                <w:sz w:val="28"/>
                <w:szCs w:val="28"/>
                <w:rtl/>
              </w:rPr>
              <w:t>پیش بینی هزينه : .........</w:t>
            </w:r>
            <w:r>
              <w:rPr>
                <w:rFonts w:cs="B Zar" w:hint="cs"/>
                <w:sz w:val="28"/>
                <w:szCs w:val="28"/>
                <w:rtl/>
              </w:rPr>
              <w:t>................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>.</w:t>
            </w:r>
            <w:r>
              <w:rPr>
                <w:rFonts w:cs="B Zar" w:hint="cs"/>
                <w:sz w:val="28"/>
                <w:szCs w:val="28"/>
                <w:rtl/>
              </w:rPr>
              <w:t>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>........  ریال                            پیش بینی درآمد :  ........</w:t>
            </w:r>
            <w:r>
              <w:rPr>
                <w:rFonts w:cs="B Zar" w:hint="cs"/>
                <w:sz w:val="28"/>
                <w:szCs w:val="28"/>
                <w:rtl/>
              </w:rPr>
              <w:t>...................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>........</w:t>
            </w:r>
            <w:r>
              <w:rPr>
                <w:rFonts w:cs="B Zar" w:hint="cs"/>
                <w:sz w:val="28"/>
                <w:szCs w:val="28"/>
                <w:rtl/>
              </w:rPr>
              <w:t>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.... ریال </w:t>
            </w:r>
          </w:p>
          <w:p w:rsidR="00B40FAF" w:rsidRPr="00624AC5" w:rsidRDefault="00B40FAF" w:rsidP="004E322A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کمک های مالی حمایتگران:..................................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       </w:t>
            </w:r>
            <w:r w:rsidRPr="00624AC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</w:tbl>
    <w:p w:rsidR="00B40FAF" w:rsidRDefault="006A45FF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  <w:r>
        <w:rPr>
          <w:rFonts w:cs="B Zar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C39BA" wp14:editId="21DF560F">
                <wp:simplePos x="0" y="0"/>
                <wp:positionH relativeFrom="column">
                  <wp:posOffset>-26670</wp:posOffset>
                </wp:positionH>
                <wp:positionV relativeFrom="paragraph">
                  <wp:posOffset>314960</wp:posOffset>
                </wp:positionV>
                <wp:extent cx="6934200" cy="1571625"/>
                <wp:effectExtent l="0" t="0" r="0" b="952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خانوادگی و امضاء دبیر علمی همایش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  <w:t xml:space="preserve">       </w:t>
                            </w: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خانوادگی و امضاء دبیر اجرایی</w:t>
                            </w:r>
                            <w:r w:rsidRPr="00022401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همایش</w:t>
                            </w: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............................   </w:t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Pr="00022401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....................................</w:t>
                            </w: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نام و نام خانوادگی و امضاء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رئیس</w:t>
                            </w:r>
                            <w:r w:rsidRPr="00EE0430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همایش</w:t>
                            </w:r>
                          </w:p>
                          <w:p w:rsidR="00B40FAF" w:rsidRPr="00A1780D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.....................................</w:t>
                            </w:r>
                          </w:p>
                          <w:p w:rsidR="00B40FAF" w:rsidRDefault="00B40F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1C39B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.1pt;margin-top:24.8pt;width:546pt;height:12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" fillcolor="white [3201]" stroked="f" strokeweight=".5pt">
                <v:textbox>
                  <w:txbxContent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bookmarkStart w:id="1" w:name="_GoBack"/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Pr="00A1780D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خانوادگی و امضاء دبیر علمی همایش</w:t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  <w:t xml:space="preserve">         </w:t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  <w:t xml:space="preserve">       </w:t>
                      </w:r>
                      <w:r w:rsidRPr="00A1780D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خانوادگی و امضاء دبیر اجرایی</w:t>
                      </w:r>
                      <w:r w:rsidRPr="00022401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همایش</w:t>
                      </w: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</w:t>
                      </w:r>
                      <w:r w:rsidRPr="00A1780D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............................   </w:t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 w:rsidRPr="00022401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....................................</w:t>
                      </w: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1780D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نام و نام خانوادگی و امضاء 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رئیس</w:t>
                      </w:r>
                      <w:r w:rsidRPr="00EE0430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همایش</w:t>
                      </w:r>
                    </w:p>
                    <w:p w:rsidR="00B40FAF" w:rsidRPr="00A1780D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1780D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.....................................</w:t>
                      </w:r>
                    </w:p>
                    <w:bookmarkEnd w:id="1"/>
                    <w:p w:rsidR="00B40FAF" w:rsidRDefault="00B40FAF"/>
                  </w:txbxContent>
                </v:textbox>
                <w10:wrap type="topAndBottom"/>
              </v:shape>
            </w:pict>
          </mc:Fallback>
        </mc:AlternateContent>
      </w:r>
    </w:p>
    <w:p w:rsidR="00B40FAF" w:rsidRDefault="00B40FAF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</w:p>
    <w:p w:rsidR="00B40FAF" w:rsidRDefault="00B40FAF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</w:p>
    <w:p w:rsidR="00A1780D" w:rsidRPr="00A1780D" w:rsidRDefault="00A1780D" w:rsidP="00B40FAF">
      <w:pPr>
        <w:tabs>
          <w:tab w:val="left" w:pos="1084"/>
        </w:tabs>
        <w:spacing w:after="0" w:line="240" w:lineRule="auto"/>
        <w:ind w:right="284"/>
        <w:jc w:val="center"/>
        <w:rPr>
          <w:rFonts w:cs="B Zar"/>
          <w:b/>
          <w:bCs/>
          <w:sz w:val="24"/>
          <w:szCs w:val="24"/>
          <w:rtl/>
        </w:rPr>
      </w:pPr>
      <w:r w:rsidRPr="00A1780D">
        <w:rPr>
          <w:rFonts w:cs="B Zar" w:hint="cs"/>
          <w:b/>
          <w:bCs/>
          <w:sz w:val="24"/>
          <w:szCs w:val="24"/>
          <w:rtl/>
        </w:rPr>
        <w:t xml:space="preserve"> </w:t>
      </w:r>
    </w:p>
    <w:sectPr w:rsidR="00A1780D" w:rsidRPr="00A1780D" w:rsidSect="00A17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55" w:rsidRDefault="00926E55" w:rsidP="00B209CC">
      <w:pPr>
        <w:spacing w:after="0" w:line="240" w:lineRule="auto"/>
      </w:pPr>
      <w:r>
        <w:separator/>
      </w:r>
    </w:p>
  </w:endnote>
  <w:endnote w:type="continuationSeparator" w:id="0">
    <w:p w:rsidR="00926E55" w:rsidRDefault="00926E55" w:rsidP="00B2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55" w:rsidRDefault="00926E55" w:rsidP="00B209CC">
      <w:pPr>
        <w:spacing w:after="0" w:line="240" w:lineRule="auto"/>
      </w:pPr>
      <w:r>
        <w:separator/>
      </w:r>
    </w:p>
  </w:footnote>
  <w:footnote w:type="continuationSeparator" w:id="0">
    <w:p w:rsidR="00926E55" w:rsidRDefault="00926E55" w:rsidP="00B2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9CC" w:rsidRDefault="00B460EF" w:rsidP="00C377BE">
    <w:pPr>
      <w:spacing w:after="0" w:line="240" w:lineRule="auto"/>
    </w:pPr>
    <w:bookmarkStart w:id="0" w:name="_GoBack"/>
    <w:bookmarkEnd w:id="0"/>
    <w:r w:rsidRPr="00B209CC"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BE02C2" wp14:editId="7A7C91DB">
              <wp:simplePos x="0" y="0"/>
              <wp:positionH relativeFrom="column">
                <wp:posOffset>-264795</wp:posOffset>
              </wp:positionH>
              <wp:positionV relativeFrom="paragraph">
                <wp:posOffset>-231140</wp:posOffset>
              </wp:positionV>
              <wp:extent cx="2409825" cy="613410"/>
              <wp:effectExtent l="0" t="0" r="9525" b="0"/>
              <wp:wrapTopAndBottom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6134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2676" w:rsidRDefault="000D47A1" w:rsidP="007A2676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نمون برگ </w:t>
                          </w:r>
                          <w:r w:rsidR="00041965"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درخواست برگزاری </w:t>
                          </w:r>
                          <w:r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همایش های </w:t>
                          </w:r>
                        </w:p>
                        <w:p w:rsidR="000D47A1" w:rsidRPr="007A2676" w:rsidRDefault="000D47A1" w:rsidP="007A2676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ملی</w:t>
                          </w:r>
                          <w:r w:rsidR="007A2676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و بین المللی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E02C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-20.85pt;margin-top:-18.2pt;width:189.75pt;height:4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" fillcolor="white [3201]" stroked="f" strokeweight=".5pt">
              <v:textbox>
                <w:txbxContent>
                  <w:p w:rsidR="007A2676" w:rsidRDefault="000D47A1" w:rsidP="007A2676">
                    <w:pPr>
                      <w:spacing w:after="0" w:line="240" w:lineRule="auto"/>
                      <w:jc w:val="center"/>
                      <w:rPr>
                        <w:rFonts w:cs="B Titr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نمون برگ </w:t>
                    </w:r>
                    <w:r w:rsidR="00041965"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درخواست برگزاری </w:t>
                    </w:r>
                    <w:r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همایش های </w:t>
                    </w:r>
                  </w:p>
                  <w:p w:rsidR="000D47A1" w:rsidRPr="007A2676" w:rsidRDefault="000D47A1" w:rsidP="007A2676">
                    <w:pPr>
                      <w:spacing w:after="0" w:line="240" w:lineRule="auto"/>
                      <w:jc w:val="center"/>
                      <w:rPr>
                        <w:rFonts w:cs="B Titr"/>
                        <w:sz w:val="20"/>
                        <w:szCs w:val="2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ملی</w:t>
                    </w:r>
                    <w:r w:rsidR="007A2676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و بین المللی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B209CC"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3DCB93" wp14:editId="3AB77FDF">
              <wp:simplePos x="0" y="0"/>
              <wp:positionH relativeFrom="column">
                <wp:posOffset>2316480</wp:posOffset>
              </wp:positionH>
              <wp:positionV relativeFrom="paragraph">
                <wp:posOffset>-231775</wp:posOffset>
              </wp:positionV>
              <wp:extent cx="2296795" cy="589915"/>
              <wp:effectExtent l="0" t="0" r="8255" b="635"/>
              <wp:wrapTopAndBottom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6795" cy="5899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47A1" w:rsidRPr="000D47A1" w:rsidRDefault="000D47A1" w:rsidP="000D47A1">
                          <w:pPr>
                            <w:spacing w:after="0" w:line="240" w:lineRule="auto"/>
                            <w:rPr>
                              <w:rFonts w:cs="B Tit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208EB">
                            <w:rPr>
                              <w:rFonts w:ascii="IranNastaliq" w:hAnsi="IranNastaliq" w:cs="IranNastaliq"/>
                              <w:color w:val="943634"/>
                              <w:sz w:val="32"/>
                              <w:szCs w:val="32"/>
                              <w:rtl/>
                            </w:rPr>
                            <w:t>معاونت پژوهش و فناوری دانشگاه فرهنگیان</w:t>
                          </w:r>
                          <w:r>
                            <w:rPr>
                              <w:rFonts w:ascii="IranNastaliq" w:hAnsi="IranNastaliq" w:cs="IranNastaliq" w:hint="cs"/>
                              <w:color w:val="943634"/>
                              <w:sz w:val="32"/>
                              <w:szCs w:val="32"/>
                              <w:rtl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DCB93" id="Text Box 10" o:spid="_x0000_s1028" type="#_x0000_t202" style="position:absolute;left:0;text-align:left;margin-left:182.4pt;margin-top:-18.25pt;width:180.85pt;height:4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" fillcolor="white [3201]" stroked="f" strokeweight=".5pt">
              <v:textbox>
                <w:txbxContent>
                  <w:p w:rsidR="000D47A1" w:rsidRPr="000D47A1" w:rsidRDefault="000D47A1" w:rsidP="000D47A1">
                    <w:pPr>
                      <w:spacing w:after="0" w:line="240" w:lineRule="auto"/>
                      <w:rPr>
                        <w:rFonts w:cs="B Titr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208EB">
                      <w:rPr>
                        <w:rFonts w:ascii="IranNastaliq" w:hAnsi="IranNastaliq" w:cs="IranNastaliq"/>
                        <w:color w:val="943634"/>
                        <w:sz w:val="32"/>
                        <w:szCs w:val="32"/>
                        <w:rtl/>
                      </w:rPr>
                      <w:t>معاونت پژوهش و فناوری دانشگاه فرهنگیان</w:t>
                    </w:r>
                    <w:r>
                      <w:rPr>
                        <w:rFonts w:ascii="IranNastaliq" w:hAnsi="IranNastaliq" w:cs="IranNastaliq" w:hint="cs"/>
                        <w:color w:val="943634"/>
                        <w:sz w:val="32"/>
                        <w:szCs w:val="32"/>
                        <w:rtl/>
                      </w:rPr>
                      <w:t xml:space="preserve"> 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377BE"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B17411" wp14:editId="2EBE7E41">
              <wp:simplePos x="0" y="0"/>
              <wp:positionH relativeFrom="column">
                <wp:posOffset>-150495</wp:posOffset>
              </wp:positionH>
              <wp:positionV relativeFrom="paragraph">
                <wp:posOffset>368935</wp:posOffset>
              </wp:positionV>
              <wp:extent cx="7096125" cy="10160"/>
              <wp:effectExtent l="19050" t="19050" r="28575" b="2794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96125" cy="10160"/>
                      </a:xfrm>
                      <a:prstGeom prst="line">
                        <a:avLst/>
                      </a:prstGeom>
                      <a:ln w="317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5907D5" id="Straight Connector 11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29.05pt" to="546.9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" strokecolor="#4579b8 [3044]" strokeweight="2.5pt"/>
          </w:pict>
        </mc:Fallback>
      </mc:AlternateContent>
    </w:r>
    <w:r w:rsidR="00041965" w:rsidRPr="000208EB">
      <w:rPr>
        <w:rFonts w:ascii="IranNastaliq" w:hAnsi="IranNastaliq" w:cs="IranNastaliq"/>
        <w:noProof/>
        <w:sz w:val="32"/>
        <w:szCs w:val="32"/>
        <w:rtl/>
      </w:rPr>
      <w:drawing>
        <wp:anchor distT="0" distB="0" distL="114300" distR="114300" simplePos="0" relativeHeight="251662336" behindDoc="0" locked="0" layoutInCell="1" allowOverlap="1" wp14:anchorId="3739EC62" wp14:editId="442E4571">
          <wp:simplePos x="0" y="0"/>
          <wp:positionH relativeFrom="column">
            <wp:posOffset>6423025</wp:posOffset>
          </wp:positionH>
          <wp:positionV relativeFrom="page">
            <wp:posOffset>221615</wp:posOffset>
          </wp:positionV>
          <wp:extent cx="417195" cy="589915"/>
          <wp:effectExtent l="0" t="0" r="1905" b="635"/>
          <wp:wrapTopAndBottom/>
          <wp:docPr id="29" name="Picture 0" descr="222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2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7195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09CC" w:rsidRPr="00B209CC">
      <w:rPr>
        <w:noProof/>
        <w:rtl/>
      </w:rPr>
      <w:drawing>
        <wp:anchor distT="0" distB="0" distL="114300" distR="114300" simplePos="0" relativeHeight="251659264" behindDoc="0" locked="0" layoutInCell="1" allowOverlap="1" wp14:anchorId="767F6617" wp14:editId="107C825C">
          <wp:simplePos x="0" y="0"/>
          <wp:positionH relativeFrom="column">
            <wp:posOffset>7557135</wp:posOffset>
          </wp:positionH>
          <wp:positionV relativeFrom="page">
            <wp:posOffset>421005</wp:posOffset>
          </wp:positionV>
          <wp:extent cx="417195" cy="589915"/>
          <wp:effectExtent l="0" t="0" r="1905" b="635"/>
          <wp:wrapTopAndBottom/>
          <wp:docPr id="30" name="Picture 0" descr="222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2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7195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733EE"/>
    <w:multiLevelType w:val="hybridMultilevel"/>
    <w:tmpl w:val="C0F4D8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96750A"/>
    <w:multiLevelType w:val="hybridMultilevel"/>
    <w:tmpl w:val="B25AC39E"/>
    <w:lvl w:ilvl="0" w:tplc="0409000F">
      <w:start w:val="1"/>
      <w:numFmt w:val="decimal"/>
      <w:lvlText w:val="%1."/>
      <w:lvlJc w:val="left"/>
      <w:pPr>
        <w:ind w:left="406" w:hanging="360"/>
      </w:pPr>
    </w:lvl>
    <w:lvl w:ilvl="1" w:tplc="04090019" w:tentative="1">
      <w:start w:val="1"/>
      <w:numFmt w:val="lowerLetter"/>
      <w:lvlText w:val="%2."/>
      <w:lvlJc w:val="left"/>
      <w:pPr>
        <w:ind w:left="1126" w:hanging="360"/>
      </w:pPr>
    </w:lvl>
    <w:lvl w:ilvl="2" w:tplc="0409001B" w:tentative="1">
      <w:start w:val="1"/>
      <w:numFmt w:val="lowerRoman"/>
      <w:lvlText w:val="%3."/>
      <w:lvlJc w:val="right"/>
      <w:pPr>
        <w:ind w:left="1846" w:hanging="180"/>
      </w:pPr>
    </w:lvl>
    <w:lvl w:ilvl="3" w:tplc="0409000F" w:tentative="1">
      <w:start w:val="1"/>
      <w:numFmt w:val="decimal"/>
      <w:lvlText w:val="%4."/>
      <w:lvlJc w:val="left"/>
      <w:pPr>
        <w:ind w:left="2566" w:hanging="360"/>
      </w:pPr>
    </w:lvl>
    <w:lvl w:ilvl="4" w:tplc="04090019" w:tentative="1">
      <w:start w:val="1"/>
      <w:numFmt w:val="lowerLetter"/>
      <w:lvlText w:val="%5."/>
      <w:lvlJc w:val="left"/>
      <w:pPr>
        <w:ind w:left="3286" w:hanging="360"/>
      </w:pPr>
    </w:lvl>
    <w:lvl w:ilvl="5" w:tplc="0409001B" w:tentative="1">
      <w:start w:val="1"/>
      <w:numFmt w:val="lowerRoman"/>
      <w:lvlText w:val="%6."/>
      <w:lvlJc w:val="right"/>
      <w:pPr>
        <w:ind w:left="4006" w:hanging="180"/>
      </w:pPr>
    </w:lvl>
    <w:lvl w:ilvl="6" w:tplc="0409000F" w:tentative="1">
      <w:start w:val="1"/>
      <w:numFmt w:val="decimal"/>
      <w:lvlText w:val="%7."/>
      <w:lvlJc w:val="left"/>
      <w:pPr>
        <w:ind w:left="4726" w:hanging="360"/>
      </w:pPr>
    </w:lvl>
    <w:lvl w:ilvl="7" w:tplc="04090019" w:tentative="1">
      <w:start w:val="1"/>
      <w:numFmt w:val="lowerLetter"/>
      <w:lvlText w:val="%8."/>
      <w:lvlJc w:val="left"/>
      <w:pPr>
        <w:ind w:left="5446" w:hanging="360"/>
      </w:pPr>
    </w:lvl>
    <w:lvl w:ilvl="8" w:tplc="04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>
    <w:nsid w:val="34AA1CBC"/>
    <w:multiLevelType w:val="hybridMultilevel"/>
    <w:tmpl w:val="12F0DE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370241"/>
    <w:multiLevelType w:val="hybridMultilevel"/>
    <w:tmpl w:val="44946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30"/>
    <w:rsid w:val="000012A3"/>
    <w:rsid w:val="0001057E"/>
    <w:rsid w:val="00012394"/>
    <w:rsid w:val="0002040C"/>
    <w:rsid w:val="000208EB"/>
    <w:rsid w:val="00022401"/>
    <w:rsid w:val="00022844"/>
    <w:rsid w:val="00023481"/>
    <w:rsid w:val="0002477F"/>
    <w:rsid w:val="00026BE3"/>
    <w:rsid w:val="0003491B"/>
    <w:rsid w:val="00041965"/>
    <w:rsid w:val="0004693B"/>
    <w:rsid w:val="00051B6D"/>
    <w:rsid w:val="00052E71"/>
    <w:rsid w:val="000531DE"/>
    <w:rsid w:val="000536FA"/>
    <w:rsid w:val="000541BA"/>
    <w:rsid w:val="00055943"/>
    <w:rsid w:val="00063159"/>
    <w:rsid w:val="000713A9"/>
    <w:rsid w:val="000729DC"/>
    <w:rsid w:val="00073F9F"/>
    <w:rsid w:val="00080EBB"/>
    <w:rsid w:val="00085142"/>
    <w:rsid w:val="000A715B"/>
    <w:rsid w:val="000B77DA"/>
    <w:rsid w:val="000C4B8D"/>
    <w:rsid w:val="000D47A1"/>
    <w:rsid w:val="000E4560"/>
    <w:rsid w:val="000E7DD4"/>
    <w:rsid w:val="000F2F66"/>
    <w:rsid w:val="000F4C03"/>
    <w:rsid w:val="000F5837"/>
    <w:rsid w:val="00101E70"/>
    <w:rsid w:val="0010696C"/>
    <w:rsid w:val="00127178"/>
    <w:rsid w:val="00130CBC"/>
    <w:rsid w:val="001357D5"/>
    <w:rsid w:val="001403BF"/>
    <w:rsid w:val="00143B9D"/>
    <w:rsid w:val="001469B0"/>
    <w:rsid w:val="00150BCF"/>
    <w:rsid w:val="00154DB5"/>
    <w:rsid w:val="00155A5B"/>
    <w:rsid w:val="0015697A"/>
    <w:rsid w:val="00160470"/>
    <w:rsid w:val="00170720"/>
    <w:rsid w:val="0017231A"/>
    <w:rsid w:val="00174916"/>
    <w:rsid w:val="00174AD1"/>
    <w:rsid w:val="001768CD"/>
    <w:rsid w:val="00181401"/>
    <w:rsid w:val="00183198"/>
    <w:rsid w:val="00186626"/>
    <w:rsid w:val="001907C9"/>
    <w:rsid w:val="001A78E8"/>
    <w:rsid w:val="001C0AF7"/>
    <w:rsid w:val="001D1C7C"/>
    <w:rsid w:val="001E135C"/>
    <w:rsid w:val="001F6E08"/>
    <w:rsid w:val="002004CF"/>
    <w:rsid w:val="0020238D"/>
    <w:rsid w:val="00212C71"/>
    <w:rsid w:val="00217139"/>
    <w:rsid w:val="0022298E"/>
    <w:rsid w:val="002230A3"/>
    <w:rsid w:val="0022712F"/>
    <w:rsid w:val="00230B12"/>
    <w:rsid w:val="0023407A"/>
    <w:rsid w:val="002360E8"/>
    <w:rsid w:val="00236B54"/>
    <w:rsid w:val="00242988"/>
    <w:rsid w:val="00251B6A"/>
    <w:rsid w:val="00254350"/>
    <w:rsid w:val="00256264"/>
    <w:rsid w:val="0026084A"/>
    <w:rsid w:val="002715E1"/>
    <w:rsid w:val="002825F7"/>
    <w:rsid w:val="00286A27"/>
    <w:rsid w:val="00296297"/>
    <w:rsid w:val="0029692C"/>
    <w:rsid w:val="00297C75"/>
    <w:rsid w:val="002A52BE"/>
    <w:rsid w:val="002A577A"/>
    <w:rsid w:val="002B0BC0"/>
    <w:rsid w:val="002C3B59"/>
    <w:rsid w:val="002C7D8D"/>
    <w:rsid w:val="002D1083"/>
    <w:rsid w:val="002D50F5"/>
    <w:rsid w:val="002D5EF1"/>
    <w:rsid w:val="002E0079"/>
    <w:rsid w:val="002E49C4"/>
    <w:rsid w:val="0030360F"/>
    <w:rsid w:val="00307ED7"/>
    <w:rsid w:val="00316544"/>
    <w:rsid w:val="00320B68"/>
    <w:rsid w:val="00321442"/>
    <w:rsid w:val="00321B76"/>
    <w:rsid w:val="00325051"/>
    <w:rsid w:val="00330DE2"/>
    <w:rsid w:val="00334248"/>
    <w:rsid w:val="00344B50"/>
    <w:rsid w:val="0034544C"/>
    <w:rsid w:val="00350DF5"/>
    <w:rsid w:val="00353918"/>
    <w:rsid w:val="00366220"/>
    <w:rsid w:val="003715EB"/>
    <w:rsid w:val="00372E1D"/>
    <w:rsid w:val="00381632"/>
    <w:rsid w:val="00381DAF"/>
    <w:rsid w:val="00387452"/>
    <w:rsid w:val="00396842"/>
    <w:rsid w:val="003A0239"/>
    <w:rsid w:val="003A5070"/>
    <w:rsid w:val="003A6D51"/>
    <w:rsid w:val="003B08D5"/>
    <w:rsid w:val="003B2C35"/>
    <w:rsid w:val="003B400B"/>
    <w:rsid w:val="003B7A5F"/>
    <w:rsid w:val="003C53CB"/>
    <w:rsid w:val="003D0B75"/>
    <w:rsid w:val="003D25C0"/>
    <w:rsid w:val="003D4AF6"/>
    <w:rsid w:val="003E2358"/>
    <w:rsid w:val="003F332C"/>
    <w:rsid w:val="003F3BE8"/>
    <w:rsid w:val="003F5BD5"/>
    <w:rsid w:val="00400822"/>
    <w:rsid w:val="00402945"/>
    <w:rsid w:val="00405825"/>
    <w:rsid w:val="00410B38"/>
    <w:rsid w:val="0041463D"/>
    <w:rsid w:val="004318F8"/>
    <w:rsid w:val="00435B04"/>
    <w:rsid w:val="00444ED1"/>
    <w:rsid w:val="00451C9F"/>
    <w:rsid w:val="004532F3"/>
    <w:rsid w:val="00460222"/>
    <w:rsid w:val="00472EB3"/>
    <w:rsid w:val="00474A4F"/>
    <w:rsid w:val="00475228"/>
    <w:rsid w:val="00484614"/>
    <w:rsid w:val="00487A69"/>
    <w:rsid w:val="0049064D"/>
    <w:rsid w:val="004907E9"/>
    <w:rsid w:val="004911AB"/>
    <w:rsid w:val="00494AD4"/>
    <w:rsid w:val="00496A4B"/>
    <w:rsid w:val="00497FAE"/>
    <w:rsid w:val="004A038B"/>
    <w:rsid w:val="004A1875"/>
    <w:rsid w:val="004A3EE5"/>
    <w:rsid w:val="004A49A6"/>
    <w:rsid w:val="004A4B7D"/>
    <w:rsid w:val="004A7430"/>
    <w:rsid w:val="004B2085"/>
    <w:rsid w:val="004B3BD0"/>
    <w:rsid w:val="004D64F7"/>
    <w:rsid w:val="004E0301"/>
    <w:rsid w:val="004E2243"/>
    <w:rsid w:val="004E2DC8"/>
    <w:rsid w:val="004E4EDD"/>
    <w:rsid w:val="004E6214"/>
    <w:rsid w:val="004E7A5E"/>
    <w:rsid w:val="004F603F"/>
    <w:rsid w:val="004F6E45"/>
    <w:rsid w:val="00501343"/>
    <w:rsid w:val="00513293"/>
    <w:rsid w:val="00520363"/>
    <w:rsid w:val="00527C4E"/>
    <w:rsid w:val="00545B3E"/>
    <w:rsid w:val="005539D4"/>
    <w:rsid w:val="00556EA7"/>
    <w:rsid w:val="00557F5B"/>
    <w:rsid w:val="00562276"/>
    <w:rsid w:val="00573141"/>
    <w:rsid w:val="00573E7D"/>
    <w:rsid w:val="00574EBD"/>
    <w:rsid w:val="00581D0A"/>
    <w:rsid w:val="00590781"/>
    <w:rsid w:val="005909AD"/>
    <w:rsid w:val="00592F9C"/>
    <w:rsid w:val="00594A3A"/>
    <w:rsid w:val="005A0704"/>
    <w:rsid w:val="005A53A0"/>
    <w:rsid w:val="005A723C"/>
    <w:rsid w:val="005A74B5"/>
    <w:rsid w:val="005C244F"/>
    <w:rsid w:val="005C58F6"/>
    <w:rsid w:val="005C74A4"/>
    <w:rsid w:val="005D2A25"/>
    <w:rsid w:val="005D39CD"/>
    <w:rsid w:val="005D5700"/>
    <w:rsid w:val="005E3C68"/>
    <w:rsid w:val="00607C0E"/>
    <w:rsid w:val="006108F2"/>
    <w:rsid w:val="00610A1E"/>
    <w:rsid w:val="00612907"/>
    <w:rsid w:val="00617A5F"/>
    <w:rsid w:val="00622954"/>
    <w:rsid w:val="00624AC5"/>
    <w:rsid w:val="00625F6F"/>
    <w:rsid w:val="00626E89"/>
    <w:rsid w:val="00631285"/>
    <w:rsid w:val="00635D1E"/>
    <w:rsid w:val="00643D4B"/>
    <w:rsid w:val="00644C48"/>
    <w:rsid w:val="00661582"/>
    <w:rsid w:val="00662081"/>
    <w:rsid w:val="0066462C"/>
    <w:rsid w:val="00665CE1"/>
    <w:rsid w:val="00667041"/>
    <w:rsid w:val="0068503F"/>
    <w:rsid w:val="0068591E"/>
    <w:rsid w:val="00687745"/>
    <w:rsid w:val="006A45FF"/>
    <w:rsid w:val="006B061D"/>
    <w:rsid w:val="006B0CEE"/>
    <w:rsid w:val="006B15FA"/>
    <w:rsid w:val="006B44CF"/>
    <w:rsid w:val="006B5448"/>
    <w:rsid w:val="006C46F5"/>
    <w:rsid w:val="006C64F3"/>
    <w:rsid w:val="006E34C3"/>
    <w:rsid w:val="006E5F2F"/>
    <w:rsid w:val="006E6754"/>
    <w:rsid w:val="006E6B4E"/>
    <w:rsid w:val="006F3626"/>
    <w:rsid w:val="006F59FF"/>
    <w:rsid w:val="00701462"/>
    <w:rsid w:val="00705E71"/>
    <w:rsid w:val="00707C54"/>
    <w:rsid w:val="00714706"/>
    <w:rsid w:val="00715F89"/>
    <w:rsid w:val="00721D27"/>
    <w:rsid w:val="007245B2"/>
    <w:rsid w:val="0072763D"/>
    <w:rsid w:val="00732172"/>
    <w:rsid w:val="0074739E"/>
    <w:rsid w:val="00761F59"/>
    <w:rsid w:val="007A2676"/>
    <w:rsid w:val="007A5941"/>
    <w:rsid w:val="007B421C"/>
    <w:rsid w:val="007C2D0A"/>
    <w:rsid w:val="007C34D2"/>
    <w:rsid w:val="007C57A5"/>
    <w:rsid w:val="007D7412"/>
    <w:rsid w:val="007D7EBB"/>
    <w:rsid w:val="007E1C31"/>
    <w:rsid w:val="007E271D"/>
    <w:rsid w:val="007E2BB6"/>
    <w:rsid w:val="007E3480"/>
    <w:rsid w:val="007E44A6"/>
    <w:rsid w:val="007E45BE"/>
    <w:rsid w:val="007E4A43"/>
    <w:rsid w:val="007F27BA"/>
    <w:rsid w:val="007F683A"/>
    <w:rsid w:val="00800DC7"/>
    <w:rsid w:val="008059BB"/>
    <w:rsid w:val="00813092"/>
    <w:rsid w:val="0081368D"/>
    <w:rsid w:val="00816A32"/>
    <w:rsid w:val="008176B5"/>
    <w:rsid w:val="0083090C"/>
    <w:rsid w:val="008449C6"/>
    <w:rsid w:val="008539FB"/>
    <w:rsid w:val="008546F8"/>
    <w:rsid w:val="0085772E"/>
    <w:rsid w:val="00863D21"/>
    <w:rsid w:val="00867D41"/>
    <w:rsid w:val="00875EF6"/>
    <w:rsid w:val="00876C71"/>
    <w:rsid w:val="00880821"/>
    <w:rsid w:val="00885190"/>
    <w:rsid w:val="00896366"/>
    <w:rsid w:val="008A5007"/>
    <w:rsid w:val="008A763E"/>
    <w:rsid w:val="008B3246"/>
    <w:rsid w:val="008B5C10"/>
    <w:rsid w:val="008B64E4"/>
    <w:rsid w:val="008C2AE4"/>
    <w:rsid w:val="008D4C4C"/>
    <w:rsid w:val="008D640C"/>
    <w:rsid w:val="008E1159"/>
    <w:rsid w:val="008E1DC7"/>
    <w:rsid w:val="008E3AF8"/>
    <w:rsid w:val="008E41EE"/>
    <w:rsid w:val="008E7B0E"/>
    <w:rsid w:val="008F18A7"/>
    <w:rsid w:val="008F4120"/>
    <w:rsid w:val="009109BD"/>
    <w:rsid w:val="009111AB"/>
    <w:rsid w:val="00926E55"/>
    <w:rsid w:val="00931493"/>
    <w:rsid w:val="009347C1"/>
    <w:rsid w:val="00935A0C"/>
    <w:rsid w:val="0093693F"/>
    <w:rsid w:val="009372AB"/>
    <w:rsid w:val="00941C6C"/>
    <w:rsid w:val="009441A6"/>
    <w:rsid w:val="009469F0"/>
    <w:rsid w:val="009474D6"/>
    <w:rsid w:val="00953926"/>
    <w:rsid w:val="009607F6"/>
    <w:rsid w:val="00964DDD"/>
    <w:rsid w:val="00985EA6"/>
    <w:rsid w:val="00986E40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6DCD"/>
    <w:rsid w:val="00A008E7"/>
    <w:rsid w:val="00A02EB4"/>
    <w:rsid w:val="00A1780D"/>
    <w:rsid w:val="00A202D1"/>
    <w:rsid w:val="00A22755"/>
    <w:rsid w:val="00A31D92"/>
    <w:rsid w:val="00A3680E"/>
    <w:rsid w:val="00A37463"/>
    <w:rsid w:val="00A425F9"/>
    <w:rsid w:val="00A5167E"/>
    <w:rsid w:val="00A629B0"/>
    <w:rsid w:val="00A642B3"/>
    <w:rsid w:val="00A67175"/>
    <w:rsid w:val="00A71F8B"/>
    <w:rsid w:val="00A72A40"/>
    <w:rsid w:val="00A812E9"/>
    <w:rsid w:val="00A82F96"/>
    <w:rsid w:val="00A83E52"/>
    <w:rsid w:val="00A874C4"/>
    <w:rsid w:val="00A92622"/>
    <w:rsid w:val="00A958ED"/>
    <w:rsid w:val="00AA344C"/>
    <w:rsid w:val="00AB377E"/>
    <w:rsid w:val="00AC3F57"/>
    <w:rsid w:val="00AC6324"/>
    <w:rsid w:val="00AD07EA"/>
    <w:rsid w:val="00AE50F9"/>
    <w:rsid w:val="00AE7E87"/>
    <w:rsid w:val="00AF4D7F"/>
    <w:rsid w:val="00B04DE7"/>
    <w:rsid w:val="00B11405"/>
    <w:rsid w:val="00B1630B"/>
    <w:rsid w:val="00B20332"/>
    <w:rsid w:val="00B209CC"/>
    <w:rsid w:val="00B21D39"/>
    <w:rsid w:val="00B24D58"/>
    <w:rsid w:val="00B32458"/>
    <w:rsid w:val="00B40FAF"/>
    <w:rsid w:val="00B417E0"/>
    <w:rsid w:val="00B44812"/>
    <w:rsid w:val="00B460EF"/>
    <w:rsid w:val="00B52809"/>
    <w:rsid w:val="00B67A26"/>
    <w:rsid w:val="00B74A75"/>
    <w:rsid w:val="00B92CCE"/>
    <w:rsid w:val="00B93C2B"/>
    <w:rsid w:val="00B97E34"/>
    <w:rsid w:val="00BA3161"/>
    <w:rsid w:val="00BA4004"/>
    <w:rsid w:val="00BB19F5"/>
    <w:rsid w:val="00BB6E63"/>
    <w:rsid w:val="00BC00D4"/>
    <w:rsid w:val="00BD4DEC"/>
    <w:rsid w:val="00BD6616"/>
    <w:rsid w:val="00BE0347"/>
    <w:rsid w:val="00BE548E"/>
    <w:rsid w:val="00BE6754"/>
    <w:rsid w:val="00BE7039"/>
    <w:rsid w:val="00BF109F"/>
    <w:rsid w:val="00BF7CC5"/>
    <w:rsid w:val="00C0053A"/>
    <w:rsid w:val="00C200F2"/>
    <w:rsid w:val="00C32253"/>
    <w:rsid w:val="00C363C1"/>
    <w:rsid w:val="00C377BE"/>
    <w:rsid w:val="00C44B1D"/>
    <w:rsid w:val="00C458D4"/>
    <w:rsid w:val="00C47310"/>
    <w:rsid w:val="00C6559A"/>
    <w:rsid w:val="00C77FEA"/>
    <w:rsid w:val="00C8385E"/>
    <w:rsid w:val="00C90CCE"/>
    <w:rsid w:val="00C90D39"/>
    <w:rsid w:val="00C949CF"/>
    <w:rsid w:val="00CA26B3"/>
    <w:rsid w:val="00CA4AB0"/>
    <w:rsid w:val="00CC187D"/>
    <w:rsid w:val="00CC6B50"/>
    <w:rsid w:val="00CD6995"/>
    <w:rsid w:val="00CF60D5"/>
    <w:rsid w:val="00CF764F"/>
    <w:rsid w:val="00D03072"/>
    <w:rsid w:val="00D068CB"/>
    <w:rsid w:val="00D326AE"/>
    <w:rsid w:val="00D33F1D"/>
    <w:rsid w:val="00D43E8E"/>
    <w:rsid w:val="00D454CE"/>
    <w:rsid w:val="00D478EF"/>
    <w:rsid w:val="00D560D7"/>
    <w:rsid w:val="00D57D51"/>
    <w:rsid w:val="00D602FF"/>
    <w:rsid w:val="00D70313"/>
    <w:rsid w:val="00D744AF"/>
    <w:rsid w:val="00D75D71"/>
    <w:rsid w:val="00D84897"/>
    <w:rsid w:val="00D936A5"/>
    <w:rsid w:val="00DA00C8"/>
    <w:rsid w:val="00DA0A9A"/>
    <w:rsid w:val="00DA168E"/>
    <w:rsid w:val="00DB192B"/>
    <w:rsid w:val="00DB2739"/>
    <w:rsid w:val="00DB4B47"/>
    <w:rsid w:val="00DB680F"/>
    <w:rsid w:val="00DC4B7A"/>
    <w:rsid w:val="00DE53C2"/>
    <w:rsid w:val="00DF4D23"/>
    <w:rsid w:val="00DF58BA"/>
    <w:rsid w:val="00E017DA"/>
    <w:rsid w:val="00E11C66"/>
    <w:rsid w:val="00E15701"/>
    <w:rsid w:val="00E1606B"/>
    <w:rsid w:val="00E20A3D"/>
    <w:rsid w:val="00E21DA8"/>
    <w:rsid w:val="00E43E93"/>
    <w:rsid w:val="00E53203"/>
    <w:rsid w:val="00E623FF"/>
    <w:rsid w:val="00E64D83"/>
    <w:rsid w:val="00E71E7C"/>
    <w:rsid w:val="00E92755"/>
    <w:rsid w:val="00E97A8E"/>
    <w:rsid w:val="00E97ED7"/>
    <w:rsid w:val="00EA58FD"/>
    <w:rsid w:val="00EB1E05"/>
    <w:rsid w:val="00EB27F6"/>
    <w:rsid w:val="00EC0FBF"/>
    <w:rsid w:val="00EE0430"/>
    <w:rsid w:val="00EE40BC"/>
    <w:rsid w:val="00EF5B6D"/>
    <w:rsid w:val="00EF7393"/>
    <w:rsid w:val="00F02312"/>
    <w:rsid w:val="00F0514B"/>
    <w:rsid w:val="00F064EA"/>
    <w:rsid w:val="00F1346D"/>
    <w:rsid w:val="00F210B2"/>
    <w:rsid w:val="00F249BC"/>
    <w:rsid w:val="00F25F4A"/>
    <w:rsid w:val="00F2669D"/>
    <w:rsid w:val="00F354DE"/>
    <w:rsid w:val="00F47413"/>
    <w:rsid w:val="00F51092"/>
    <w:rsid w:val="00F54918"/>
    <w:rsid w:val="00F56C78"/>
    <w:rsid w:val="00F62188"/>
    <w:rsid w:val="00F65B6B"/>
    <w:rsid w:val="00F673C0"/>
    <w:rsid w:val="00F711C3"/>
    <w:rsid w:val="00F76350"/>
    <w:rsid w:val="00F87FC5"/>
    <w:rsid w:val="00F9146A"/>
    <w:rsid w:val="00F96DA7"/>
    <w:rsid w:val="00FA1986"/>
    <w:rsid w:val="00FA4755"/>
    <w:rsid w:val="00FB2312"/>
    <w:rsid w:val="00FB3FF2"/>
    <w:rsid w:val="00FD36A3"/>
    <w:rsid w:val="00FF2889"/>
    <w:rsid w:val="00FF2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491B579-D6B0-4047-9753-B35E1FD9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table" w:customStyle="1" w:styleId="Calendar2">
    <w:name w:val="Calendar 2"/>
    <w:basedOn w:val="TableNormal"/>
    <w:uiPriority w:val="99"/>
    <w:qFormat/>
    <w:rsid w:val="0002477F"/>
    <w:pPr>
      <w:jc w:val="center"/>
    </w:pPr>
    <w:rPr>
      <w:rFonts w:asciiTheme="minorHAnsi" w:eastAsiaTheme="minorEastAsia" w:hAnsiTheme="minorHAnsi" w:cstheme="minorBidi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20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9CC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20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9CC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A14E8-040A-4A0B-BF43-8B1BF271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</Template>
  <TotalTime>2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hojatallah bonyadi</cp:lastModifiedBy>
  <cp:revision>3</cp:revision>
  <cp:lastPrinted>2015-08-08T06:00:00Z</cp:lastPrinted>
  <dcterms:created xsi:type="dcterms:W3CDTF">2015-08-09T05:11:00Z</dcterms:created>
  <dcterms:modified xsi:type="dcterms:W3CDTF">2015-08-09T05:12:00Z</dcterms:modified>
</cp:coreProperties>
</file>